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62339" w14:textId="77777777" w:rsidR="008C277F" w:rsidRDefault="008C277F" w:rsidP="008C277F">
      <w:pPr>
        <w:spacing w:after="218"/>
        <w:rPr>
          <w:sz w:val="20"/>
          <w:szCs w:val="20"/>
        </w:rPr>
      </w:pPr>
      <w:r w:rsidRPr="00A4496D">
        <w:rPr>
          <w:sz w:val="20"/>
          <w:szCs w:val="20"/>
        </w:rPr>
        <w:t>Gentile Studente</w:t>
      </w:r>
      <w:r>
        <w:rPr>
          <w:sz w:val="20"/>
          <w:szCs w:val="20"/>
        </w:rPr>
        <w:t>ssa, gentile Studente,</w:t>
      </w:r>
    </w:p>
    <w:p w14:paraId="67A206B7" w14:textId="77777777" w:rsidR="008C277F" w:rsidRPr="00A4496D" w:rsidRDefault="008C277F" w:rsidP="008C277F">
      <w:pPr>
        <w:spacing w:after="218"/>
        <w:rPr>
          <w:sz w:val="20"/>
          <w:szCs w:val="20"/>
        </w:rPr>
      </w:pPr>
      <w:r w:rsidRPr="00A4496D">
        <w:rPr>
          <w:sz w:val="20"/>
          <w:szCs w:val="20"/>
        </w:rPr>
        <w:t>Gentile Signor</w:t>
      </w:r>
      <w:r>
        <w:rPr>
          <w:sz w:val="20"/>
          <w:szCs w:val="20"/>
        </w:rPr>
        <w:t>a, gentile Signore,</w:t>
      </w:r>
    </w:p>
    <w:p w14:paraId="4DE87F7C" w14:textId="77777777" w:rsidR="008C277F" w:rsidRPr="00A4496D" w:rsidRDefault="008C277F" w:rsidP="008C277F">
      <w:pPr>
        <w:spacing w:after="218"/>
        <w:jc w:val="both"/>
        <w:rPr>
          <w:sz w:val="20"/>
          <w:szCs w:val="20"/>
        </w:rPr>
      </w:pPr>
      <w:r>
        <w:rPr>
          <w:sz w:val="20"/>
          <w:szCs w:val="20"/>
        </w:rPr>
        <w:t>Gli insegnanti di Educazione Fisica/Scienze Motorie e Sportive della regione Marche e i loro studenti/</w:t>
      </w:r>
      <w:proofErr w:type="spellStart"/>
      <w:r>
        <w:rPr>
          <w:sz w:val="20"/>
          <w:szCs w:val="20"/>
        </w:rPr>
        <w:t>sse</w:t>
      </w:r>
      <w:proofErr w:type="spellEnd"/>
      <w:r>
        <w:rPr>
          <w:sz w:val="20"/>
          <w:szCs w:val="20"/>
        </w:rPr>
        <w:t xml:space="preserve"> </w:t>
      </w:r>
      <w:r w:rsidRPr="00A4496D">
        <w:rPr>
          <w:sz w:val="20"/>
          <w:szCs w:val="20"/>
        </w:rPr>
        <w:t>sono stati invitati/e a prendere parte al progetto di ricerca “PE4MOVE” svolto in collaborazione tra la Libera Università di Bolzano e l’Ufficio Scolastico Regionale (USR) per le Marche. Il progetto ha come obiettivo la promozione dell’attività fisica e sportiva degli studenti/</w:t>
      </w:r>
      <w:proofErr w:type="spellStart"/>
      <w:r w:rsidRPr="00A4496D">
        <w:rPr>
          <w:sz w:val="20"/>
          <w:szCs w:val="20"/>
        </w:rPr>
        <w:t>sse</w:t>
      </w:r>
      <w:proofErr w:type="spellEnd"/>
      <w:r w:rsidRPr="00A4496D">
        <w:rPr>
          <w:sz w:val="20"/>
          <w:szCs w:val="20"/>
        </w:rPr>
        <w:t xml:space="preserve">, in particolar modo quella </w:t>
      </w:r>
      <w:r>
        <w:rPr>
          <w:sz w:val="20"/>
          <w:szCs w:val="20"/>
        </w:rPr>
        <w:t xml:space="preserve">svolta </w:t>
      </w:r>
      <w:r w:rsidRPr="00A4496D">
        <w:rPr>
          <w:sz w:val="20"/>
          <w:szCs w:val="20"/>
        </w:rPr>
        <w:t>nel tempo extrascolastico.</w:t>
      </w:r>
    </w:p>
    <w:p w14:paraId="6B6F8C30" w14:textId="77777777" w:rsidR="008C277F" w:rsidRPr="00A4496D" w:rsidRDefault="008C277F" w:rsidP="008C277F">
      <w:pPr>
        <w:spacing w:after="218"/>
        <w:jc w:val="both"/>
        <w:rPr>
          <w:sz w:val="20"/>
          <w:szCs w:val="20"/>
        </w:rPr>
      </w:pPr>
      <w:r w:rsidRPr="00A4496D">
        <w:rPr>
          <w:sz w:val="20"/>
          <w:szCs w:val="20"/>
        </w:rPr>
        <w:t xml:space="preserve">A seguito dell’adesione da parte del/la </w:t>
      </w:r>
      <w:r>
        <w:rPr>
          <w:sz w:val="20"/>
          <w:szCs w:val="20"/>
        </w:rPr>
        <w:t xml:space="preserve">vostro/a </w:t>
      </w:r>
      <w:r w:rsidRPr="00A4496D">
        <w:rPr>
          <w:sz w:val="20"/>
          <w:szCs w:val="20"/>
        </w:rPr>
        <w:t>docente di Educazione Fisica/Scienze Motorie Sportive (EF/SMS), si invia il presente consenso informato. Prima di dare la propria adesione in modo consapevole e res</w:t>
      </w:r>
      <w:r>
        <w:rPr>
          <w:sz w:val="20"/>
          <w:szCs w:val="20"/>
        </w:rPr>
        <w:t>ponsabile è importante</w:t>
      </w:r>
      <w:r w:rsidRPr="00A4496D">
        <w:rPr>
          <w:sz w:val="20"/>
          <w:szCs w:val="20"/>
        </w:rPr>
        <w:t xml:space="preserve"> che gli/le studenti/</w:t>
      </w:r>
      <w:proofErr w:type="spellStart"/>
      <w:r w:rsidRPr="00A4496D">
        <w:rPr>
          <w:sz w:val="20"/>
          <w:szCs w:val="20"/>
        </w:rPr>
        <w:t>sse</w:t>
      </w:r>
      <w:proofErr w:type="spellEnd"/>
      <w:r w:rsidRPr="00A4496D">
        <w:rPr>
          <w:sz w:val="20"/>
          <w:szCs w:val="20"/>
        </w:rPr>
        <w:t xml:space="preserve"> e</w:t>
      </w:r>
      <w:r>
        <w:rPr>
          <w:sz w:val="20"/>
          <w:szCs w:val="20"/>
        </w:rPr>
        <w:t>d</w:t>
      </w:r>
      <w:r w:rsidRPr="00A4496D">
        <w:rPr>
          <w:sz w:val="20"/>
          <w:szCs w:val="20"/>
        </w:rPr>
        <w:t xml:space="preserve"> i loro genitori (o tutori legali), in caso di studenti/</w:t>
      </w:r>
      <w:proofErr w:type="spellStart"/>
      <w:r w:rsidRPr="00A4496D">
        <w:rPr>
          <w:sz w:val="20"/>
          <w:szCs w:val="20"/>
        </w:rPr>
        <w:t>sse</w:t>
      </w:r>
      <w:proofErr w:type="spellEnd"/>
      <w:r w:rsidRPr="00A4496D">
        <w:rPr>
          <w:sz w:val="20"/>
          <w:szCs w:val="20"/>
        </w:rPr>
        <w:t xml:space="preserve"> minorenni, siano a conoscenza delle seguenti informazioni relative al progetto.</w:t>
      </w:r>
    </w:p>
    <w:p w14:paraId="31620CF7" w14:textId="77777777" w:rsidR="008C277F" w:rsidRPr="00A4496D" w:rsidRDefault="008C277F" w:rsidP="008C277F">
      <w:pPr>
        <w:jc w:val="both"/>
        <w:rPr>
          <w:sz w:val="20"/>
          <w:szCs w:val="20"/>
        </w:rPr>
      </w:pPr>
      <w:r w:rsidRPr="00A4496D">
        <w:rPr>
          <w:sz w:val="20"/>
          <w:szCs w:val="20"/>
        </w:rPr>
        <w:t>La partecipazione dello</w:t>
      </w:r>
      <w:r>
        <w:rPr>
          <w:sz w:val="20"/>
          <w:szCs w:val="20"/>
        </w:rPr>
        <w:t>/a</w:t>
      </w:r>
      <w:r w:rsidRPr="00A4496D">
        <w:rPr>
          <w:sz w:val="20"/>
          <w:szCs w:val="20"/>
        </w:rPr>
        <w:t xml:space="preserve"> studente/</w:t>
      </w:r>
      <w:proofErr w:type="spellStart"/>
      <w:r w:rsidRPr="00A4496D">
        <w:rPr>
          <w:sz w:val="20"/>
          <w:szCs w:val="20"/>
        </w:rPr>
        <w:t>ssa</w:t>
      </w:r>
      <w:proofErr w:type="spellEnd"/>
      <w:r w:rsidRPr="00A4496D">
        <w:rPr>
          <w:sz w:val="20"/>
          <w:szCs w:val="20"/>
        </w:rPr>
        <w:t xml:space="preserve"> è totalmente libera. Ogni partecipante ha il diritto di ritirarsi in qualsiasi momento e per qualsiasi motivo</w:t>
      </w:r>
      <w:r>
        <w:rPr>
          <w:sz w:val="20"/>
          <w:szCs w:val="20"/>
        </w:rPr>
        <w:t>,</w:t>
      </w:r>
      <w:r w:rsidRPr="00A4496D">
        <w:rPr>
          <w:sz w:val="20"/>
          <w:szCs w:val="20"/>
        </w:rPr>
        <w:t xml:space="preserve"> comunicando la propria volontà al/la docente di riferimento, senza incorrere in alcuna penalizzazione e con il diritto di non utilizzo dei propri dati acquisiti.</w:t>
      </w:r>
    </w:p>
    <w:p w14:paraId="19983F91" w14:textId="77777777" w:rsidR="008C277F" w:rsidRPr="00A4496D" w:rsidRDefault="008C277F" w:rsidP="008C277F">
      <w:pPr>
        <w:jc w:val="both"/>
        <w:rPr>
          <w:sz w:val="20"/>
          <w:szCs w:val="20"/>
        </w:rPr>
      </w:pPr>
      <w:r w:rsidRPr="00A4496D">
        <w:rPr>
          <w:sz w:val="20"/>
          <w:szCs w:val="20"/>
        </w:rPr>
        <w:t xml:space="preserve">La partecipazione al progetto comporterà all’inizio e alla fine </w:t>
      </w:r>
      <w:proofErr w:type="spellStart"/>
      <w:r w:rsidRPr="00A4496D">
        <w:rPr>
          <w:sz w:val="20"/>
          <w:szCs w:val="20"/>
        </w:rPr>
        <w:t>dell’a.s.</w:t>
      </w:r>
      <w:proofErr w:type="spellEnd"/>
      <w:r w:rsidRPr="00A4496D">
        <w:rPr>
          <w:sz w:val="20"/>
          <w:szCs w:val="20"/>
        </w:rPr>
        <w:t xml:space="preserve"> 2021/22:</w:t>
      </w:r>
    </w:p>
    <w:p w14:paraId="00CB5D5E" w14:textId="77777777" w:rsidR="008C277F" w:rsidRPr="00A4496D" w:rsidRDefault="008C277F" w:rsidP="008C277F">
      <w:pPr>
        <w:pStyle w:val="Paragrafoelenco"/>
        <w:numPr>
          <w:ilvl w:val="0"/>
          <w:numId w:val="7"/>
        </w:numPr>
        <w:spacing w:after="0" w:line="259" w:lineRule="auto"/>
        <w:ind w:left="284" w:hanging="218"/>
        <w:jc w:val="both"/>
        <w:rPr>
          <w:sz w:val="20"/>
          <w:szCs w:val="20"/>
        </w:rPr>
      </w:pPr>
      <w:r w:rsidRPr="00A4496D">
        <w:rPr>
          <w:sz w:val="20"/>
          <w:szCs w:val="20"/>
        </w:rPr>
        <w:t xml:space="preserve">la compilazione di questionari online relativi ai </w:t>
      </w:r>
      <w:r w:rsidRPr="00A4496D">
        <w:rPr>
          <w:rFonts w:cstheme="minorHAnsi"/>
          <w:sz w:val="20"/>
          <w:szCs w:val="20"/>
        </w:rPr>
        <w:t>livelli di attività fisica, alle attività sportive svolte nel tempo libero, ai comportamenti sedentari e ai fattori associati all’attività fisica</w:t>
      </w:r>
      <w:r>
        <w:rPr>
          <w:rFonts w:cstheme="minorHAnsi"/>
          <w:sz w:val="20"/>
          <w:szCs w:val="20"/>
        </w:rPr>
        <w:t>,</w:t>
      </w:r>
      <w:r w:rsidRPr="00A4496D">
        <w:rPr>
          <w:rFonts w:cstheme="minorHAnsi"/>
          <w:sz w:val="20"/>
          <w:szCs w:val="20"/>
        </w:rPr>
        <w:t xml:space="preserve"> quali motivazione, pianificazione e</w:t>
      </w:r>
      <w:r>
        <w:rPr>
          <w:rFonts w:cstheme="minorHAnsi"/>
          <w:sz w:val="20"/>
          <w:szCs w:val="20"/>
        </w:rPr>
        <w:t xml:space="preserve"> </w:t>
      </w:r>
      <w:r w:rsidRPr="00A4496D">
        <w:rPr>
          <w:rFonts w:cstheme="minorHAnsi"/>
          <w:sz w:val="20"/>
          <w:szCs w:val="20"/>
        </w:rPr>
        <w:t>automonitoraggio dell’attività</w:t>
      </w:r>
      <w:r>
        <w:rPr>
          <w:rFonts w:cstheme="minorHAnsi"/>
          <w:sz w:val="20"/>
          <w:szCs w:val="20"/>
        </w:rPr>
        <w:t xml:space="preserve">, </w:t>
      </w:r>
      <w:r w:rsidRPr="00A4496D">
        <w:rPr>
          <w:rFonts w:cstheme="minorHAnsi"/>
          <w:sz w:val="20"/>
          <w:szCs w:val="20"/>
        </w:rPr>
        <w:t xml:space="preserve">autoefficacia, atteggiamenti relativi alla pratica di attività fisica, percezione del clima motivazionale, il piacere </w:t>
      </w:r>
      <w:r>
        <w:rPr>
          <w:rFonts w:cstheme="minorHAnsi"/>
          <w:sz w:val="20"/>
          <w:szCs w:val="20"/>
        </w:rPr>
        <w:t xml:space="preserve">e il divertimento </w:t>
      </w:r>
      <w:r w:rsidRPr="00A4496D">
        <w:rPr>
          <w:rFonts w:cstheme="minorHAnsi"/>
          <w:sz w:val="20"/>
          <w:szCs w:val="20"/>
        </w:rPr>
        <w:t>provat</w:t>
      </w:r>
      <w:r>
        <w:rPr>
          <w:rFonts w:cstheme="minorHAnsi"/>
          <w:sz w:val="20"/>
          <w:szCs w:val="20"/>
        </w:rPr>
        <w:t>i</w:t>
      </w:r>
      <w:r w:rsidRPr="00A4496D">
        <w:rPr>
          <w:rFonts w:cstheme="minorHAnsi"/>
          <w:sz w:val="20"/>
          <w:szCs w:val="20"/>
        </w:rPr>
        <w:t xml:space="preserve"> durante le lezioni di EF/SMS e il supporto sociale;</w:t>
      </w:r>
    </w:p>
    <w:p w14:paraId="14C9A1C3" w14:textId="77777777" w:rsidR="008C277F" w:rsidRPr="00A4496D" w:rsidRDefault="008C277F" w:rsidP="008C277F">
      <w:pPr>
        <w:pStyle w:val="Paragrafoelenco"/>
        <w:numPr>
          <w:ilvl w:val="0"/>
          <w:numId w:val="7"/>
        </w:numPr>
        <w:spacing w:after="218" w:line="259" w:lineRule="auto"/>
        <w:ind w:left="284" w:hanging="218"/>
        <w:jc w:val="both"/>
        <w:rPr>
          <w:sz w:val="20"/>
          <w:szCs w:val="20"/>
        </w:rPr>
      </w:pPr>
      <w:r w:rsidRPr="00A4496D">
        <w:rPr>
          <w:sz w:val="20"/>
          <w:szCs w:val="20"/>
        </w:rPr>
        <w:t xml:space="preserve">lo svolgimento di tre semplici test motori per la valutazione della fitness (test dei </w:t>
      </w:r>
      <w:proofErr w:type="gramStart"/>
      <w:r w:rsidRPr="00A4496D">
        <w:rPr>
          <w:sz w:val="20"/>
          <w:szCs w:val="20"/>
        </w:rPr>
        <w:t>6</w:t>
      </w:r>
      <w:proofErr w:type="gramEnd"/>
      <w:r w:rsidRPr="00A4496D">
        <w:rPr>
          <w:sz w:val="20"/>
          <w:szCs w:val="20"/>
        </w:rPr>
        <w:t xml:space="preserve"> minuti di cammino, </w:t>
      </w:r>
      <w:r>
        <w:rPr>
          <w:sz w:val="20"/>
          <w:szCs w:val="20"/>
        </w:rPr>
        <w:t>test di forza di presa della mano</w:t>
      </w:r>
      <w:r w:rsidRPr="00A4496D">
        <w:rPr>
          <w:sz w:val="20"/>
          <w:szCs w:val="20"/>
        </w:rPr>
        <w:t xml:space="preserve">, salto in lungo da fermo) </w:t>
      </w:r>
      <w:r>
        <w:rPr>
          <w:sz w:val="20"/>
          <w:szCs w:val="20"/>
        </w:rPr>
        <w:t xml:space="preserve">che saranno svolti </w:t>
      </w:r>
      <w:r w:rsidRPr="00A4496D">
        <w:rPr>
          <w:sz w:val="20"/>
          <w:szCs w:val="20"/>
        </w:rPr>
        <w:t xml:space="preserve">durante le lezioni di EF/SMS, </w:t>
      </w:r>
      <w:r>
        <w:rPr>
          <w:sz w:val="20"/>
          <w:szCs w:val="20"/>
        </w:rPr>
        <w:t>sotto</w:t>
      </w:r>
      <w:r w:rsidRPr="00A4496D">
        <w:rPr>
          <w:sz w:val="20"/>
          <w:szCs w:val="20"/>
        </w:rPr>
        <w:t xml:space="preserve"> la guida e la supervisione del/la docente di riferimento;</w:t>
      </w:r>
    </w:p>
    <w:p w14:paraId="164F7BAD" w14:textId="77777777" w:rsidR="008C277F" w:rsidRPr="00A4496D" w:rsidRDefault="008C277F" w:rsidP="008C277F">
      <w:pPr>
        <w:pStyle w:val="Paragrafoelenco"/>
        <w:numPr>
          <w:ilvl w:val="0"/>
          <w:numId w:val="7"/>
        </w:numPr>
        <w:spacing w:after="218" w:line="259" w:lineRule="auto"/>
        <w:ind w:left="284" w:hanging="218"/>
        <w:jc w:val="both"/>
        <w:rPr>
          <w:sz w:val="20"/>
          <w:szCs w:val="20"/>
        </w:rPr>
      </w:pPr>
      <w:r w:rsidRPr="00A4496D">
        <w:rPr>
          <w:sz w:val="20"/>
          <w:szCs w:val="20"/>
        </w:rPr>
        <w:t xml:space="preserve">per un gruppo ristretto di partecipanti, indossare per una settimana uno strumento chiamato </w:t>
      </w:r>
      <w:proofErr w:type="spellStart"/>
      <w:r w:rsidRPr="00A4496D">
        <w:rPr>
          <w:sz w:val="20"/>
          <w:szCs w:val="20"/>
        </w:rPr>
        <w:t>Actigraph</w:t>
      </w:r>
      <w:proofErr w:type="spellEnd"/>
      <w:r w:rsidRPr="00A4496D">
        <w:rPr>
          <w:sz w:val="20"/>
          <w:szCs w:val="20"/>
        </w:rPr>
        <w:t xml:space="preserve"> (accelerometro) usato per la rilevazione dei livelli di attività fisica. L’</w:t>
      </w:r>
      <w:proofErr w:type="spellStart"/>
      <w:r w:rsidRPr="00A4496D">
        <w:rPr>
          <w:sz w:val="20"/>
          <w:szCs w:val="20"/>
        </w:rPr>
        <w:t>Actigraph</w:t>
      </w:r>
      <w:proofErr w:type="spellEnd"/>
      <w:r w:rsidRPr="00A4496D">
        <w:rPr>
          <w:sz w:val="20"/>
          <w:szCs w:val="20"/>
        </w:rPr>
        <w:t xml:space="preserve"> è uno strumento di piccole dimensioni</w:t>
      </w:r>
      <w:r>
        <w:rPr>
          <w:sz w:val="20"/>
          <w:szCs w:val="20"/>
        </w:rPr>
        <w:t xml:space="preserve"> (circa quelle di un orologio)</w:t>
      </w:r>
      <w:r w:rsidRPr="00A4496D">
        <w:rPr>
          <w:sz w:val="20"/>
          <w:szCs w:val="20"/>
        </w:rPr>
        <w:t xml:space="preserve"> da indossare tramite una cintura</w:t>
      </w:r>
      <w:r>
        <w:rPr>
          <w:sz w:val="20"/>
          <w:szCs w:val="20"/>
        </w:rPr>
        <w:t xml:space="preserve"> elastica</w:t>
      </w:r>
      <w:r w:rsidRPr="00A4496D">
        <w:rPr>
          <w:sz w:val="20"/>
          <w:szCs w:val="20"/>
        </w:rPr>
        <w:t xml:space="preserve"> all’altezza della vita</w:t>
      </w:r>
      <w:r>
        <w:rPr>
          <w:sz w:val="20"/>
          <w:szCs w:val="20"/>
        </w:rPr>
        <w:t xml:space="preserve"> che misura il numero di passi</w:t>
      </w:r>
      <w:r w:rsidRPr="00A4496D">
        <w:rPr>
          <w:sz w:val="20"/>
          <w:szCs w:val="20"/>
        </w:rPr>
        <w:t>.</w:t>
      </w:r>
    </w:p>
    <w:p w14:paraId="024865EB" w14:textId="77777777" w:rsidR="008C277F" w:rsidRPr="00A4496D" w:rsidRDefault="008C277F" w:rsidP="008C277F">
      <w:pPr>
        <w:spacing w:after="218"/>
        <w:jc w:val="both"/>
        <w:rPr>
          <w:sz w:val="20"/>
          <w:szCs w:val="20"/>
        </w:rPr>
      </w:pPr>
      <w:r w:rsidRPr="00A4496D">
        <w:rPr>
          <w:sz w:val="20"/>
          <w:szCs w:val="20"/>
        </w:rPr>
        <w:t xml:space="preserve">I dati saranno raccolti </w:t>
      </w:r>
      <w:r>
        <w:rPr>
          <w:sz w:val="20"/>
          <w:szCs w:val="20"/>
        </w:rPr>
        <w:t xml:space="preserve">e </w:t>
      </w:r>
      <w:r w:rsidRPr="00A4496D">
        <w:rPr>
          <w:sz w:val="20"/>
          <w:szCs w:val="20"/>
        </w:rPr>
        <w:t xml:space="preserve">trattati nel pieno rispetto delle norme per la tutela della privacy e divulgati soltanto </w:t>
      </w:r>
      <w:r>
        <w:rPr>
          <w:sz w:val="20"/>
          <w:szCs w:val="20"/>
        </w:rPr>
        <w:t xml:space="preserve">per ragioni scientifiche </w:t>
      </w:r>
      <w:r w:rsidRPr="00A4496D">
        <w:rPr>
          <w:sz w:val="20"/>
          <w:szCs w:val="20"/>
        </w:rPr>
        <w:t xml:space="preserve">in forma aggregata secondo il GDPR 2016/679, decreto legislativo n. 101/2018 e della normativa nazionale vigente. </w:t>
      </w:r>
      <w:r>
        <w:rPr>
          <w:sz w:val="20"/>
          <w:szCs w:val="20"/>
        </w:rPr>
        <w:t>I</w:t>
      </w:r>
      <w:r w:rsidRPr="00A4496D">
        <w:rPr>
          <w:sz w:val="20"/>
          <w:szCs w:val="20"/>
        </w:rPr>
        <w:t xml:space="preserve"> dati saranno acquisiti in forma anonima</w:t>
      </w:r>
      <w:r>
        <w:rPr>
          <w:sz w:val="20"/>
          <w:szCs w:val="20"/>
        </w:rPr>
        <w:t>, ai partecipanti sarà attribuito</w:t>
      </w:r>
      <w:r w:rsidRPr="00A4496D">
        <w:rPr>
          <w:sz w:val="20"/>
          <w:szCs w:val="20"/>
        </w:rPr>
        <w:t xml:space="preserve"> un codice identificativo</w:t>
      </w:r>
      <w:r>
        <w:rPr>
          <w:sz w:val="20"/>
          <w:szCs w:val="20"/>
        </w:rPr>
        <w:t>, l’associazione codice/partecipante non sarà nota ai ricercatori</w:t>
      </w:r>
      <w:r w:rsidRPr="00A4496D">
        <w:rPr>
          <w:sz w:val="20"/>
          <w:szCs w:val="20"/>
        </w:rPr>
        <w:t>.</w:t>
      </w:r>
    </w:p>
    <w:p w14:paraId="2E7A9DD5" w14:textId="77777777" w:rsidR="008C277F" w:rsidRPr="00201F33" w:rsidRDefault="008C277F" w:rsidP="008C277F">
      <w:pPr>
        <w:spacing w:after="0"/>
        <w:rPr>
          <w:sz w:val="20"/>
          <w:szCs w:val="20"/>
        </w:rPr>
      </w:pPr>
      <w:r w:rsidRPr="00201F33">
        <w:rPr>
          <w:sz w:val="20"/>
          <w:szCs w:val="20"/>
        </w:rPr>
        <w:t>Per maggiori informazioni ci si può rivolgere all’indirizzo e-mail pe4move.italia@gmail.com.</w:t>
      </w:r>
    </w:p>
    <w:p w14:paraId="3105D215" w14:textId="77777777" w:rsidR="008C277F" w:rsidRPr="00201F33" w:rsidRDefault="008C277F" w:rsidP="008C277F">
      <w:pPr>
        <w:rPr>
          <w:rFonts w:asciiTheme="minorHAnsi" w:hAnsiTheme="minorHAnsi"/>
          <w:szCs w:val="20"/>
        </w:rPr>
      </w:pPr>
      <w:r w:rsidRPr="00201F33">
        <w:rPr>
          <w:rFonts w:asciiTheme="minorHAnsi" w:hAnsiTheme="minorHAnsi"/>
          <w:szCs w:val="20"/>
        </w:rPr>
        <w:br w:type="page"/>
      </w:r>
    </w:p>
    <w:p w14:paraId="47592C5C" w14:textId="0DBE569F" w:rsidR="008C277F" w:rsidRPr="008D5F72" w:rsidRDefault="008C277F" w:rsidP="008C277F">
      <w:pPr>
        <w:pStyle w:val="Titolo3"/>
        <w:spacing w:before="240" w:after="157" w:line="265" w:lineRule="auto"/>
        <w:ind w:right="53"/>
        <w:rPr>
          <w:rFonts w:asciiTheme="minorHAnsi" w:hAnsiTheme="minorHAnsi"/>
          <w:szCs w:val="20"/>
        </w:rPr>
      </w:pPr>
      <w:r w:rsidRPr="008D5F72">
        <w:rPr>
          <w:rFonts w:asciiTheme="minorHAnsi" w:hAnsiTheme="minorHAnsi"/>
          <w:szCs w:val="20"/>
        </w:rPr>
        <w:lastRenderedPageBreak/>
        <w:t>MODULO ADESIONE PER STUDENTI E STUDENTESSE</w:t>
      </w:r>
    </w:p>
    <w:p w14:paraId="14D92189" w14:textId="5DA7E314" w:rsidR="008C277F" w:rsidRDefault="008C277F" w:rsidP="008C277F">
      <w:pPr>
        <w:spacing w:after="232" w:line="250" w:lineRule="auto"/>
        <w:ind w:left="10" w:hanging="10"/>
        <w:rPr>
          <w:rFonts w:asciiTheme="minorHAnsi" w:hAnsiTheme="minorHAnsi"/>
          <w:sz w:val="20"/>
          <w:szCs w:val="20"/>
        </w:rPr>
      </w:pPr>
      <w:r w:rsidRPr="007704A5">
        <w:rPr>
          <w:rFonts w:asciiTheme="minorHAnsi" w:hAnsiTheme="minorHAnsi"/>
          <w:sz w:val="20"/>
          <w:szCs w:val="20"/>
        </w:rPr>
        <w:t xml:space="preserve">Il/i genitori o il/i tutor legale/i </w:t>
      </w:r>
    </w:p>
    <w:p w14:paraId="0CBF719A" w14:textId="3D605A61" w:rsidR="003828CD" w:rsidRPr="007704A5" w:rsidRDefault="003828CD" w:rsidP="008C277F">
      <w:pPr>
        <w:spacing w:after="232" w:line="250" w:lineRule="auto"/>
        <w:ind w:left="10" w:hanging="1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________________________________________________________________________________________________</w:t>
      </w:r>
    </w:p>
    <w:p w14:paraId="68E8443B" w14:textId="1E1764D7" w:rsidR="008C277F" w:rsidRDefault="00EB3ABA" w:rsidP="0055658F">
      <w:pPr>
        <w:spacing w:after="3" w:line="483" w:lineRule="auto"/>
        <w:ind w:left="10" w:hanging="1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________________________________________________________________________________________________</w:t>
      </w:r>
      <w:r w:rsidR="008C277F">
        <w:rPr>
          <w:rFonts w:asciiTheme="minorHAnsi" w:hAnsiTheme="minorHAnsi"/>
          <w:sz w:val="20"/>
          <w:szCs w:val="20"/>
        </w:rPr>
        <w:t>dello/a studente/</w:t>
      </w:r>
      <w:proofErr w:type="spellStart"/>
      <w:r w:rsidR="008C277F">
        <w:rPr>
          <w:rFonts w:asciiTheme="minorHAnsi" w:hAnsiTheme="minorHAnsi"/>
          <w:sz w:val="20"/>
          <w:szCs w:val="20"/>
        </w:rPr>
        <w:t>ssa</w:t>
      </w:r>
      <w:proofErr w:type="spellEnd"/>
      <w:r w:rsidR="008C277F">
        <w:rPr>
          <w:rFonts w:asciiTheme="minorHAnsi" w:hAnsiTheme="minorHAnsi"/>
          <w:sz w:val="20"/>
          <w:szCs w:val="20"/>
        </w:rPr>
        <w:t xml:space="preserve"> minorenne </w:t>
      </w:r>
    </w:p>
    <w:p w14:paraId="028446EE" w14:textId="27A1BC21" w:rsidR="0055658F" w:rsidRPr="007704A5" w:rsidRDefault="0055658F" w:rsidP="0055658F">
      <w:pPr>
        <w:spacing w:after="3" w:line="483" w:lineRule="auto"/>
        <w:ind w:left="10" w:hanging="1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________________________________________________________________________________________________</w:t>
      </w:r>
    </w:p>
    <w:p w14:paraId="324AAEA1" w14:textId="77777777" w:rsidR="0010134A" w:rsidRDefault="008C277F" w:rsidP="0010134A">
      <w:pPr>
        <w:spacing w:after="475" w:line="250" w:lineRule="auto"/>
        <w:ind w:left="11" w:hanging="10"/>
        <w:rPr>
          <w:rFonts w:asciiTheme="minorHAnsi" w:hAnsiTheme="minorHAnsi"/>
          <w:sz w:val="20"/>
          <w:szCs w:val="20"/>
        </w:rPr>
      </w:pPr>
      <w:r w:rsidRPr="003F4A3F">
        <w:rPr>
          <w:rFonts w:asciiTheme="minorHAnsi" w:hAnsiTheme="minorHAnsi"/>
          <w:b/>
          <w:sz w:val="20"/>
          <w:szCs w:val="20"/>
        </w:rPr>
        <w:t xml:space="preserve">oppure </w:t>
      </w:r>
      <w:r w:rsidRPr="007704A5">
        <w:rPr>
          <w:rFonts w:asciiTheme="minorHAnsi" w:hAnsiTheme="minorHAnsi"/>
          <w:sz w:val="20"/>
          <w:szCs w:val="20"/>
        </w:rPr>
        <w:t xml:space="preserve">il/la sottoscritto/a, maggiorenne,  </w:t>
      </w:r>
    </w:p>
    <w:p w14:paraId="30BB3145" w14:textId="19D2426A" w:rsidR="0010134A" w:rsidRPr="007704A5" w:rsidRDefault="0010134A" w:rsidP="0010134A">
      <w:pPr>
        <w:spacing w:after="475" w:line="250" w:lineRule="auto"/>
        <w:ind w:left="11" w:hanging="1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________________________________________________________________________________________________</w:t>
      </w:r>
    </w:p>
    <w:p w14:paraId="43B267D8" w14:textId="77777777" w:rsidR="008C277F" w:rsidRPr="007704A5" w:rsidRDefault="008C277F" w:rsidP="008C277F">
      <w:pPr>
        <w:spacing w:after="297"/>
        <w:ind w:left="10" w:right="57" w:hanging="10"/>
        <w:jc w:val="center"/>
        <w:rPr>
          <w:rFonts w:asciiTheme="minorHAnsi" w:hAnsiTheme="minorHAnsi"/>
          <w:sz w:val="20"/>
          <w:szCs w:val="20"/>
        </w:rPr>
      </w:pPr>
      <w:r w:rsidRPr="007704A5">
        <w:rPr>
          <w:rFonts w:asciiTheme="minorHAnsi" w:hAnsiTheme="minorHAnsi"/>
          <w:b/>
          <w:sz w:val="20"/>
          <w:szCs w:val="20"/>
        </w:rPr>
        <w:t>DICHIARA</w:t>
      </w:r>
      <w:r>
        <w:rPr>
          <w:rFonts w:asciiTheme="minorHAnsi" w:hAnsiTheme="minorHAnsi"/>
          <w:b/>
          <w:sz w:val="20"/>
          <w:szCs w:val="20"/>
        </w:rPr>
        <w:t xml:space="preserve"> CHE</w:t>
      </w:r>
      <w:r w:rsidRPr="007704A5">
        <w:rPr>
          <w:rFonts w:asciiTheme="minorHAnsi" w:hAnsiTheme="minorHAnsi"/>
          <w:b/>
          <w:sz w:val="20"/>
          <w:szCs w:val="20"/>
        </w:rPr>
        <w:t xml:space="preserve">: </w:t>
      </w:r>
    </w:p>
    <w:p w14:paraId="6EDF75E6" w14:textId="77777777" w:rsidR="00F156AE" w:rsidRDefault="008C277F" w:rsidP="008C277F">
      <w:pPr>
        <w:numPr>
          <w:ilvl w:val="0"/>
          <w:numId w:val="6"/>
        </w:numPr>
        <w:spacing w:after="61" w:line="366" w:lineRule="auto"/>
        <w:ind w:hanging="36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lo/a studente/</w:t>
      </w:r>
      <w:proofErr w:type="spellStart"/>
      <w:r>
        <w:rPr>
          <w:rFonts w:asciiTheme="minorHAnsi" w:hAnsiTheme="minorHAnsi"/>
          <w:sz w:val="20"/>
          <w:szCs w:val="20"/>
        </w:rPr>
        <w:t>ssa</w:t>
      </w:r>
      <w:proofErr w:type="spellEnd"/>
      <w:r w:rsidRPr="007704A5">
        <w:rPr>
          <w:rFonts w:asciiTheme="minorHAnsi" w:hAnsiTheme="minorHAnsi"/>
          <w:sz w:val="20"/>
          <w:szCs w:val="20"/>
        </w:rPr>
        <w:t xml:space="preserve"> frequenta la scuola </w:t>
      </w:r>
      <w:r w:rsidRPr="007704A5">
        <w:rPr>
          <w:rFonts w:asciiTheme="minorHAnsi" w:hAnsiTheme="minorHAnsi"/>
          <w:noProof/>
          <w:sz w:val="20"/>
          <w:szCs w:val="20"/>
          <w:lang w:val="en-GB" w:eastAsia="en-GB"/>
        </w:rPr>
        <mc:AlternateContent>
          <mc:Choice Requires="wpg">
            <w:drawing>
              <wp:inline distT="0" distB="0" distL="0" distR="0" wp14:anchorId="0DA7C674" wp14:editId="7874FDC5">
                <wp:extent cx="102235" cy="95250"/>
                <wp:effectExtent l="0" t="0" r="0" b="0"/>
                <wp:docPr id="181349" name="Group 1813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235" cy="95250"/>
                          <a:chOff x="0" y="0"/>
                          <a:chExt cx="102235" cy="95250"/>
                        </a:xfrm>
                      </wpg:grpSpPr>
                      <wps:wsp>
                        <wps:cNvPr id="2891" name="Shape 2891"/>
                        <wps:cNvSpPr/>
                        <wps:spPr>
                          <a:xfrm>
                            <a:off x="0" y="0"/>
                            <a:ext cx="102235" cy="952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235" h="95250">
                                <a:moveTo>
                                  <a:pt x="0" y="0"/>
                                </a:moveTo>
                                <a:lnTo>
                                  <a:pt x="102235" y="0"/>
                                </a:lnTo>
                                <a:lnTo>
                                  <a:pt x="102235" y="95250"/>
                                </a:lnTo>
                                <a:lnTo>
                                  <a:pt x="0" y="952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9050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2782B5A" id="Group 181349" o:spid="_x0000_s1026" style="width:8.05pt;height:7.5pt;mso-position-horizontal-relative:char;mso-position-vertical-relative:line" coordsize="102235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">
                <v:shape id="Shape 2891" o:spid="_x0000_s1027" style="position:absolute;width:102235;height:95250;visibility:visible;mso-wrap-style:square;v-text-anchor:top" coordsize="102235,9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" path="m,l102235,r,95250l,95250,,xe" filled="f" strokeweight="1.5pt">
                  <v:stroke miterlimit="66585f" joinstyle="miter"/>
                  <v:path arrowok="t" textboxrect="0,0,102235,95250"/>
                </v:shape>
                <w10:anchorlock/>
              </v:group>
            </w:pict>
          </mc:Fallback>
        </mc:AlternateContent>
      </w:r>
      <w:r w:rsidRPr="007704A5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 xml:space="preserve"> </w:t>
      </w:r>
      <w:r w:rsidRPr="007704A5">
        <w:rPr>
          <w:rFonts w:asciiTheme="minorHAnsi" w:hAnsiTheme="minorHAnsi"/>
          <w:sz w:val="20"/>
          <w:szCs w:val="20"/>
        </w:rPr>
        <w:t xml:space="preserve">media </w:t>
      </w:r>
      <w:r w:rsidRPr="007704A5">
        <w:rPr>
          <w:rFonts w:asciiTheme="minorHAnsi" w:hAnsiTheme="minorHAnsi"/>
          <w:noProof/>
          <w:sz w:val="20"/>
          <w:szCs w:val="20"/>
          <w:lang w:val="en-GB" w:eastAsia="en-GB"/>
        </w:rPr>
        <mc:AlternateContent>
          <mc:Choice Requires="wpg">
            <w:drawing>
              <wp:inline distT="0" distB="0" distL="0" distR="0" wp14:anchorId="3B386029" wp14:editId="7CCDC674">
                <wp:extent cx="102235" cy="95250"/>
                <wp:effectExtent l="0" t="0" r="0" b="0"/>
                <wp:docPr id="181350" name="Group 1813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235" cy="95250"/>
                          <a:chOff x="0" y="0"/>
                          <a:chExt cx="102235" cy="95250"/>
                        </a:xfrm>
                      </wpg:grpSpPr>
                      <wps:wsp>
                        <wps:cNvPr id="2892" name="Shape 2892"/>
                        <wps:cNvSpPr/>
                        <wps:spPr>
                          <a:xfrm>
                            <a:off x="0" y="0"/>
                            <a:ext cx="102235" cy="952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235" h="95250">
                                <a:moveTo>
                                  <a:pt x="0" y="0"/>
                                </a:moveTo>
                                <a:lnTo>
                                  <a:pt x="102235" y="0"/>
                                </a:lnTo>
                                <a:lnTo>
                                  <a:pt x="102235" y="95250"/>
                                </a:lnTo>
                                <a:lnTo>
                                  <a:pt x="0" y="952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9050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DA7B0BC" id="Group 181350" o:spid="_x0000_s1026" style="width:8.05pt;height:7.5pt;mso-position-horizontal-relative:char;mso-position-vertical-relative:line" coordsize="102235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">
                <v:shape id="Shape 2892" o:spid="_x0000_s1027" style="position:absolute;width:102235;height:95250;visibility:visible;mso-wrap-style:square;v-text-anchor:top" coordsize="102235,9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" path="m,l102235,r,95250l,95250,,xe" filled="f" strokeweight="1.5pt">
                  <v:stroke miterlimit="66585f" joinstyle="miter"/>
                  <v:path arrowok="t" textboxrect="0,0,102235,95250"/>
                </v:shape>
                <w10:anchorlock/>
              </v:group>
            </w:pict>
          </mc:Fallback>
        </mc:AlternateContent>
      </w:r>
      <w:r w:rsidRPr="007704A5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 xml:space="preserve"> </w:t>
      </w:r>
      <w:r w:rsidRPr="007704A5">
        <w:rPr>
          <w:rFonts w:asciiTheme="minorHAnsi" w:hAnsiTheme="minorHAnsi"/>
          <w:sz w:val="20"/>
          <w:szCs w:val="20"/>
        </w:rPr>
        <w:t>superiore</w:t>
      </w:r>
      <w:r w:rsidR="00F156AE">
        <w:rPr>
          <w:rFonts w:asciiTheme="minorHAnsi" w:hAnsiTheme="minorHAnsi"/>
          <w:sz w:val="20"/>
          <w:szCs w:val="20"/>
        </w:rPr>
        <w:t xml:space="preserve"> </w:t>
      </w:r>
      <w:r w:rsidR="00F156AE">
        <w:rPr>
          <w:rFonts w:asciiTheme="minorHAnsi" w:hAnsiTheme="minorHAnsi"/>
          <w:sz w:val="20"/>
          <w:szCs w:val="20"/>
        </w:rPr>
        <w:t>________________________________________________________________________________________</w:t>
      </w:r>
    </w:p>
    <w:p w14:paraId="2E46AD46" w14:textId="34D687FB" w:rsidR="008C277F" w:rsidRPr="003F4A3F" w:rsidRDefault="008C277F" w:rsidP="00F156AE">
      <w:pPr>
        <w:spacing w:after="61" w:line="366" w:lineRule="auto"/>
        <w:ind w:left="707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nel comune di</w:t>
      </w:r>
      <w:r w:rsidR="00F156AE">
        <w:rPr>
          <w:rFonts w:asciiTheme="minorHAnsi" w:hAnsiTheme="minorHAnsi"/>
          <w:sz w:val="20"/>
          <w:szCs w:val="20"/>
        </w:rPr>
        <w:t xml:space="preserve"> ____________________________________________</w:t>
      </w:r>
      <w:r w:rsidRPr="003F4A3F">
        <w:rPr>
          <w:rFonts w:asciiTheme="minorHAnsi" w:hAnsiTheme="minorHAnsi"/>
          <w:sz w:val="20"/>
          <w:szCs w:val="20"/>
        </w:rPr>
        <w:t xml:space="preserve"> in provincia di </w:t>
      </w:r>
      <w:r w:rsidR="00F156AE">
        <w:rPr>
          <w:rFonts w:asciiTheme="minorHAnsi" w:hAnsiTheme="minorHAnsi"/>
          <w:sz w:val="20"/>
          <w:szCs w:val="20"/>
        </w:rPr>
        <w:t>___________________</w:t>
      </w:r>
    </w:p>
    <w:p w14:paraId="7F621C5B" w14:textId="1E990492" w:rsidR="008C277F" w:rsidRPr="00F156AE" w:rsidRDefault="008C277F" w:rsidP="00FD63D4">
      <w:pPr>
        <w:numPr>
          <w:ilvl w:val="0"/>
          <w:numId w:val="6"/>
        </w:numPr>
        <w:spacing w:after="56" w:line="373" w:lineRule="auto"/>
        <w:ind w:hanging="360"/>
        <w:jc w:val="both"/>
        <w:rPr>
          <w:rFonts w:asciiTheme="minorHAnsi" w:hAnsiTheme="minorHAnsi"/>
          <w:sz w:val="20"/>
          <w:szCs w:val="20"/>
        </w:rPr>
      </w:pPr>
      <w:r w:rsidRPr="00F156AE">
        <w:rPr>
          <w:rFonts w:asciiTheme="minorHAnsi" w:hAnsiTheme="minorHAnsi"/>
          <w:sz w:val="20"/>
          <w:szCs w:val="20"/>
        </w:rPr>
        <w:t xml:space="preserve">svolge le lezioni di Educazione Fisica/Scienze Motorie e Sportive con il/la docente (nome e cognome) </w:t>
      </w:r>
      <w:r w:rsidR="00F156AE">
        <w:rPr>
          <w:rFonts w:asciiTheme="minorHAnsi" w:hAnsiTheme="minorHAnsi"/>
          <w:sz w:val="20"/>
          <w:szCs w:val="20"/>
        </w:rPr>
        <w:t>_________________________________________________________________________________________</w:t>
      </w:r>
      <w:r w:rsidR="00A527C7">
        <w:rPr>
          <w:rFonts w:asciiTheme="minorHAnsi" w:hAnsiTheme="minorHAnsi"/>
          <w:sz w:val="20"/>
          <w:szCs w:val="20"/>
        </w:rPr>
        <w:t>L</w:t>
      </w:r>
      <w:r w:rsidRPr="00F156AE">
        <w:rPr>
          <w:rFonts w:asciiTheme="minorHAnsi" w:hAnsiTheme="minorHAnsi"/>
          <w:sz w:val="20"/>
          <w:szCs w:val="20"/>
        </w:rPr>
        <w:t>o/a studente/</w:t>
      </w:r>
      <w:proofErr w:type="spellStart"/>
      <w:r w:rsidRPr="00F156AE">
        <w:rPr>
          <w:rFonts w:asciiTheme="minorHAnsi" w:hAnsiTheme="minorHAnsi"/>
          <w:sz w:val="20"/>
          <w:szCs w:val="20"/>
        </w:rPr>
        <w:t>ssa</w:t>
      </w:r>
      <w:proofErr w:type="spellEnd"/>
      <w:r w:rsidRPr="00F156AE">
        <w:rPr>
          <w:rFonts w:asciiTheme="minorHAnsi" w:hAnsiTheme="minorHAnsi"/>
          <w:sz w:val="20"/>
          <w:szCs w:val="20"/>
        </w:rPr>
        <w:t xml:space="preserve"> e il sottoscritto/a hanno preso visione del consenso informato allegato contenente gli obiettivi, le modalità e le attività per gli/e studenti/</w:t>
      </w:r>
      <w:proofErr w:type="spellStart"/>
      <w:r w:rsidRPr="00F156AE">
        <w:rPr>
          <w:rFonts w:asciiTheme="minorHAnsi" w:hAnsiTheme="minorHAnsi"/>
          <w:sz w:val="20"/>
          <w:szCs w:val="20"/>
        </w:rPr>
        <w:t>sse</w:t>
      </w:r>
      <w:proofErr w:type="spellEnd"/>
      <w:r w:rsidRPr="00F156AE">
        <w:rPr>
          <w:rFonts w:asciiTheme="minorHAnsi" w:hAnsiTheme="minorHAnsi"/>
          <w:sz w:val="20"/>
          <w:szCs w:val="20"/>
        </w:rPr>
        <w:t xml:space="preserve"> previste nell’ambito del progetto di ricerca “PE 4 MOVE”;</w:t>
      </w:r>
    </w:p>
    <w:p w14:paraId="71E6CF1C" w14:textId="77777777" w:rsidR="008C277F" w:rsidRPr="007704A5" w:rsidRDefault="008C277F" w:rsidP="008C277F">
      <w:pPr>
        <w:numPr>
          <w:ilvl w:val="0"/>
          <w:numId w:val="6"/>
        </w:numPr>
        <w:spacing w:after="167" w:line="250" w:lineRule="auto"/>
        <w:ind w:hanging="36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lo/a studente/</w:t>
      </w:r>
      <w:proofErr w:type="spellStart"/>
      <w:r>
        <w:rPr>
          <w:rFonts w:asciiTheme="minorHAnsi" w:hAnsiTheme="minorHAnsi"/>
          <w:sz w:val="20"/>
          <w:szCs w:val="20"/>
        </w:rPr>
        <w:t>ssa</w:t>
      </w:r>
      <w:proofErr w:type="spellEnd"/>
      <w:r w:rsidRPr="007704A5">
        <w:rPr>
          <w:rFonts w:asciiTheme="minorHAnsi" w:hAnsiTheme="minorHAnsi"/>
          <w:sz w:val="20"/>
          <w:szCs w:val="20"/>
        </w:rPr>
        <w:t xml:space="preserve"> è interessato/a </w:t>
      </w:r>
      <w:proofErr w:type="spellStart"/>
      <w:r w:rsidRPr="007704A5">
        <w:rPr>
          <w:rFonts w:asciiTheme="minorHAnsi" w:hAnsiTheme="minorHAnsi"/>
          <w:sz w:val="20"/>
          <w:szCs w:val="20"/>
        </w:rPr>
        <w:t>a</w:t>
      </w:r>
      <w:proofErr w:type="spellEnd"/>
      <w:r w:rsidRPr="007704A5">
        <w:rPr>
          <w:rFonts w:asciiTheme="minorHAnsi" w:hAnsiTheme="minorHAnsi"/>
          <w:sz w:val="20"/>
          <w:szCs w:val="20"/>
        </w:rPr>
        <w:t xml:space="preserve"> partecipare </w:t>
      </w:r>
      <w:r>
        <w:rPr>
          <w:rFonts w:asciiTheme="minorHAnsi" w:hAnsiTheme="minorHAnsi"/>
          <w:sz w:val="20"/>
          <w:szCs w:val="20"/>
        </w:rPr>
        <w:t>al</w:t>
      </w:r>
      <w:r w:rsidRPr="007704A5">
        <w:rPr>
          <w:rFonts w:asciiTheme="minorHAnsi" w:hAnsiTheme="minorHAnsi"/>
          <w:sz w:val="20"/>
          <w:szCs w:val="20"/>
        </w:rPr>
        <w:t xml:space="preserve"> </w:t>
      </w:r>
      <w:r w:rsidRPr="0081696A">
        <w:rPr>
          <w:rFonts w:asciiTheme="minorHAnsi" w:hAnsiTheme="minorHAnsi"/>
          <w:sz w:val="20"/>
          <w:szCs w:val="20"/>
        </w:rPr>
        <w:t>progetto di ricerca “PE 4 MOVE</w:t>
      </w:r>
      <w:r>
        <w:rPr>
          <w:rFonts w:asciiTheme="minorHAnsi" w:hAnsiTheme="minorHAnsi"/>
          <w:i/>
          <w:sz w:val="20"/>
          <w:szCs w:val="20"/>
        </w:rPr>
        <w:t>”</w:t>
      </w:r>
      <w:r>
        <w:rPr>
          <w:rFonts w:asciiTheme="minorHAnsi" w:hAnsiTheme="minorHAnsi"/>
          <w:sz w:val="20"/>
          <w:szCs w:val="20"/>
        </w:rPr>
        <w:t>;</w:t>
      </w:r>
    </w:p>
    <w:p w14:paraId="3EA44F58" w14:textId="77777777" w:rsidR="008C277F" w:rsidRPr="007704A5" w:rsidRDefault="008C277F" w:rsidP="008C277F">
      <w:pPr>
        <w:numPr>
          <w:ilvl w:val="0"/>
          <w:numId w:val="6"/>
        </w:numPr>
        <w:spacing w:after="56" w:line="373" w:lineRule="auto"/>
        <w:ind w:hanging="36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lo/a studente/</w:t>
      </w:r>
      <w:proofErr w:type="spellStart"/>
      <w:r>
        <w:rPr>
          <w:rFonts w:asciiTheme="minorHAnsi" w:hAnsiTheme="minorHAnsi"/>
          <w:sz w:val="20"/>
          <w:szCs w:val="20"/>
        </w:rPr>
        <w:t>ssa</w:t>
      </w:r>
      <w:proofErr w:type="spellEnd"/>
      <w:r w:rsidRPr="007704A5">
        <w:rPr>
          <w:rFonts w:asciiTheme="minorHAnsi" w:hAnsiTheme="minorHAnsi"/>
          <w:sz w:val="20"/>
          <w:szCs w:val="20"/>
        </w:rPr>
        <w:t xml:space="preserve"> è disponibile a compilare</w:t>
      </w:r>
      <w:r>
        <w:rPr>
          <w:rFonts w:asciiTheme="minorHAnsi" w:hAnsiTheme="minorHAnsi"/>
          <w:sz w:val="20"/>
          <w:szCs w:val="20"/>
        </w:rPr>
        <w:t xml:space="preserve"> la batteria di questionari</w:t>
      </w:r>
      <w:r w:rsidRPr="007704A5">
        <w:rPr>
          <w:rFonts w:asciiTheme="minorHAnsi" w:hAnsiTheme="minorHAnsi"/>
          <w:sz w:val="20"/>
          <w:szCs w:val="20"/>
        </w:rPr>
        <w:t xml:space="preserve"> online </w:t>
      </w:r>
      <w:r>
        <w:rPr>
          <w:rFonts w:asciiTheme="minorHAnsi" w:hAnsiTheme="minorHAnsi"/>
          <w:sz w:val="20"/>
          <w:szCs w:val="20"/>
        </w:rPr>
        <w:t xml:space="preserve">all’inizio e alla fine </w:t>
      </w:r>
      <w:proofErr w:type="spellStart"/>
      <w:r>
        <w:rPr>
          <w:rFonts w:asciiTheme="minorHAnsi" w:hAnsiTheme="minorHAnsi"/>
          <w:sz w:val="20"/>
          <w:szCs w:val="20"/>
        </w:rPr>
        <w:t>dell’a.s.</w:t>
      </w:r>
      <w:proofErr w:type="spellEnd"/>
      <w:r>
        <w:rPr>
          <w:rFonts w:asciiTheme="minorHAnsi" w:hAnsiTheme="minorHAnsi"/>
          <w:sz w:val="20"/>
          <w:szCs w:val="20"/>
        </w:rPr>
        <w:t xml:space="preserve"> 2021/22;</w:t>
      </w:r>
    </w:p>
    <w:p w14:paraId="4084CBA5" w14:textId="77777777" w:rsidR="008C277F" w:rsidRPr="007704A5" w:rsidRDefault="008C277F" w:rsidP="008C277F">
      <w:pPr>
        <w:numPr>
          <w:ilvl w:val="0"/>
          <w:numId w:val="6"/>
        </w:numPr>
        <w:spacing w:after="63" w:line="367" w:lineRule="auto"/>
        <w:ind w:hanging="36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lo/a studente/</w:t>
      </w:r>
      <w:proofErr w:type="spellStart"/>
      <w:r>
        <w:rPr>
          <w:rFonts w:asciiTheme="minorHAnsi" w:hAnsiTheme="minorHAnsi"/>
          <w:sz w:val="20"/>
          <w:szCs w:val="20"/>
        </w:rPr>
        <w:t>ssa</w:t>
      </w:r>
      <w:proofErr w:type="spellEnd"/>
      <w:r w:rsidRPr="007704A5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è disponibile a svolgere i test motori</w:t>
      </w:r>
      <w:r w:rsidRPr="007704A5">
        <w:rPr>
          <w:rFonts w:asciiTheme="minorHAnsi" w:hAnsiTheme="minorHAnsi"/>
          <w:sz w:val="20"/>
          <w:szCs w:val="20"/>
        </w:rPr>
        <w:t xml:space="preserve"> a scuola</w:t>
      </w:r>
      <w:r>
        <w:rPr>
          <w:rFonts w:asciiTheme="minorHAnsi" w:hAnsiTheme="minorHAnsi"/>
          <w:sz w:val="20"/>
          <w:szCs w:val="20"/>
        </w:rPr>
        <w:t>,</w:t>
      </w:r>
      <w:r w:rsidRPr="007704A5">
        <w:rPr>
          <w:rFonts w:asciiTheme="minorHAnsi" w:hAnsiTheme="minorHAnsi"/>
          <w:sz w:val="20"/>
          <w:szCs w:val="20"/>
        </w:rPr>
        <w:t xml:space="preserve"> durante le ore di Educazione Fisica</w:t>
      </w:r>
      <w:r>
        <w:rPr>
          <w:rFonts w:asciiTheme="minorHAnsi" w:hAnsiTheme="minorHAnsi"/>
          <w:sz w:val="20"/>
          <w:szCs w:val="20"/>
        </w:rPr>
        <w:t xml:space="preserve">/Scienze Motorie e Sportive con la supervisione del/la </w:t>
      </w:r>
      <w:r w:rsidRPr="007704A5">
        <w:rPr>
          <w:rFonts w:asciiTheme="minorHAnsi" w:hAnsiTheme="minorHAnsi"/>
          <w:sz w:val="20"/>
          <w:szCs w:val="20"/>
        </w:rPr>
        <w:t xml:space="preserve">docente di riferimento, </w:t>
      </w:r>
      <w:r>
        <w:rPr>
          <w:rFonts w:asciiTheme="minorHAnsi" w:hAnsiTheme="minorHAnsi"/>
          <w:sz w:val="20"/>
          <w:szCs w:val="20"/>
        </w:rPr>
        <w:t xml:space="preserve">all’inizio e alla fine </w:t>
      </w:r>
      <w:proofErr w:type="spellStart"/>
      <w:r>
        <w:rPr>
          <w:rFonts w:asciiTheme="minorHAnsi" w:hAnsiTheme="minorHAnsi"/>
          <w:sz w:val="20"/>
          <w:szCs w:val="20"/>
        </w:rPr>
        <w:t>dell’a.s.</w:t>
      </w:r>
      <w:proofErr w:type="spellEnd"/>
      <w:r>
        <w:rPr>
          <w:rFonts w:asciiTheme="minorHAnsi" w:hAnsiTheme="minorHAnsi"/>
          <w:sz w:val="20"/>
          <w:szCs w:val="20"/>
        </w:rPr>
        <w:t xml:space="preserve"> 2021/22;</w:t>
      </w:r>
    </w:p>
    <w:p w14:paraId="41854944" w14:textId="77777777" w:rsidR="008C277F" w:rsidRDefault="008C277F" w:rsidP="008C277F">
      <w:pPr>
        <w:numPr>
          <w:ilvl w:val="0"/>
          <w:numId w:val="6"/>
        </w:numPr>
        <w:spacing w:after="100" w:line="360" w:lineRule="auto"/>
        <w:ind w:hanging="36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lo/a studente/</w:t>
      </w:r>
      <w:proofErr w:type="spellStart"/>
      <w:r>
        <w:rPr>
          <w:rFonts w:asciiTheme="minorHAnsi" w:hAnsiTheme="minorHAnsi"/>
          <w:sz w:val="20"/>
          <w:szCs w:val="20"/>
        </w:rPr>
        <w:t>ssa</w:t>
      </w:r>
      <w:proofErr w:type="spellEnd"/>
      <w:r w:rsidRPr="007704A5">
        <w:rPr>
          <w:rFonts w:asciiTheme="minorHAnsi" w:hAnsiTheme="minorHAnsi"/>
          <w:sz w:val="20"/>
          <w:szCs w:val="20"/>
        </w:rPr>
        <w:t xml:space="preserve"> è disponibile a indossare lo strumento </w:t>
      </w:r>
      <w:proofErr w:type="spellStart"/>
      <w:r w:rsidRPr="007704A5">
        <w:rPr>
          <w:rFonts w:asciiTheme="minorHAnsi" w:hAnsiTheme="minorHAnsi"/>
          <w:i/>
          <w:sz w:val="20"/>
          <w:szCs w:val="20"/>
        </w:rPr>
        <w:t>Actigraph</w:t>
      </w:r>
      <w:proofErr w:type="spellEnd"/>
      <w:r w:rsidRPr="007704A5">
        <w:rPr>
          <w:rFonts w:asciiTheme="minorHAnsi" w:hAnsiTheme="minorHAnsi"/>
          <w:i/>
          <w:sz w:val="20"/>
          <w:szCs w:val="20"/>
        </w:rPr>
        <w:t xml:space="preserve"> </w:t>
      </w:r>
      <w:r w:rsidRPr="007704A5">
        <w:rPr>
          <w:rFonts w:asciiTheme="minorHAnsi" w:hAnsiTheme="minorHAnsi"/>
          <w:sz w:val="20"/>
          <w:szCs w:val="20"/>
        </w:rPr>
        <w:t xml:space="preserve">per una settimana </w:t>
      </w:r>
      <w:r>
        <w:rPr>
          <w:rFonts w:asciiTheme="minorHAnsi" w:hAnsiTheme="minorHAnsi"/>
          <w:sz w:val="20"/>
          <w:szCs w:val="20"/>
        </w:rPr>
        <w:t xml:space="preserve">all’inizio e alla fine </w:t>
      </w:r>
      <w:proofErr w:type="spellStart"/>
      <w:r>
        <w:rPr>
          <w:rFonts w:asciiTheme="minorHAnsi" w:hAnsiTheme="minorHAnsi"/>
          <w:sz w:val="20"/>
          <w:szCs w:val="20"/>
        </w:rPr>
        <w:t>dell’a.s.</w:t>
      </w:r>
      <w:proofErr w:type="spellEnd"/>
      <w:r>
        <w:rPr>
          <w:rFonts w:asciiTheme="minorHAnsi" w:hAnsiTheme="minorHAnsi"/>
          <w:sz w:val="20"/>
          <w:szCs w:val="20"/>
        </w:rPr>
        <w:t xml:space="preserve"> 2021/22, compatibilmente ai protocolli sanitari anti Covid-19.</w:t>
      </w:r>
    </w:p>
    <w:p w14:paraId="315884C1" w14:textId="77777777" w:rsidR="008C277F" w:rsidRDefault="008C277F" w:rsidP="008C277F">
      <w:pPr>
        <w:spacing w:after="225"/>
        <w:ind w:left="10" w:right="56" w:hanging="10"/>
        <w:jc w:val="center"/>
        <w:rPr>
          <w:rFonts w:asciiTheme="minorHAnsi" w:hAnsiTheme="minorHAnsi"/>
          <w:b/>
          <w:sz w:val="20"/>
          <w:szCs w:val="20"/>
        </w:rPr>
      </w:pPr>
    </w:p>
    <w:p w14:paraId="13503B29" w14:textId="77777777" w:rsidR="00A527C7" w:rsidRDefault="00A527C7" w:rsidP="008C277F">
      <w:pPr>
        <w:spacing w:after="225"/>
        <w:ind w:left="10" w:right="56" w:hanging="10"/>
        <w:jc w:val="center"/>
        <w:rPr>
          <w:rFonts w:asciiTheme="minorHAnsi" w:hAnsiTheme="minorHAnsi"/>
          <w:b/>
          <w:sz w:val="20"/>
          <w:szCs w:val="20"/>
        </w:rPr>
      </w:pPr>
    </w:p>
    <w:p w14:paraId="2BE9ABCB" w14:textId="6F510C42" w:rsidR="008C277F" w:rsidRPr="007704A5" w:rsidRDefault="008C277F" w:rsidP="008C277F">
      <w:pPr>
        <w:spacing w:after="225"/>
        <w:ind w:left="10" w:right="56" w:hanging="10"/>
        <w:jc w:val="center"/>
        <w:rPr>
          <w:rFonts w:asciiTheme="minorHAnsi" w:hAnsiTheme="minorHAnsi"/>
          <w:sz w:val="20"/>
          <w:szCs w:val="20"/>
        </w:rPr>
      </w:pPr>
      <w:r w:rsidRPr="007704A5">
        <w:rPr>
          <w:rFonts w:asciiTheme="minorHAnsi" w:hAnsiTheme="minorHAnsi"/>
          <w:b/>
          <w:sz w:val="20"/>
          <w:szCs w:val="20"/>
        </w:rPr>
        <w:t>INFINE, CONFERMA:</w:t>
      </w:r>
    </w:p>
    <w:p w14:paraId="3E704FC1" w14:textId="77777777" w:rsidR="008C277F" w:rsidRDefault="008C277F" w:rsidP="008C277F">
      <w:pPr>
        <w:spacing w:line="360" w:lineRule="auto"/>
        <w:ind w:left="11" w:hanging="10"/>
        <w:jc w:val="both"/>
        <w:rPr>
          <w:rFonts w:asciiTheme="minorHAnsi" w:hAnsiTheme="minorHAnsi"/>
          <w:sz w:val="20"/>
          <w:szCs w:val="20"/>
        </w:rPr>
      </w:pPr>
      <w:r w:rsidRPr="007704A5">
        <w:rPr>
          <w:rFonts w:asciiTheme="minorHAnsi" w:hAnsiTheme="minorHAnsi"/>
          <w:sz w:val="20"/>
          <w:szCs w:val="20"/>
        </w:rPr>
        <w:t xml:space="preserve">la volontà </w:t>
      </w:r>
      <w:r>
        <w:rPr>
          <w:rFonts w:asciiTheme="minorHAnsi" w:hAnsiTheme="minorHAnsi"/>
          <w:sz w:val="20"/>
          <w:szCs w:val="20"/>
        </w:rPr>
        <w:t>dello/a studente/</w:t>
      </w:r>
      <w:proofErr w:type="spellStart"/>
      <w:r>
        <w:rPr>
          <w:rFonts w:asciiTheme="minorHAnsi" w:hAnsiTheme="minorHAnsi"/>
          <w:sz w:val="20"/>
          <w:szCs w:val="20"/>
        </w:rPr>
        <w:t>ssa</w:t>
      </w:r>
      <w:proofErr w:type="spellEnd"/>
      <w:r w:rsidRPr="007704A5">
        <w:rPr>
          <w:rFonts w:asciiTheme="minorHAnsi" w:hAnsiTheme="minorHAnsi"/>
          <w:sz w:val="20"/>
          <w:szCs w:val="20"/>
        </w:rPr>
        <w:t xml:space="preserve"> di aderire </w:t>
      </w:r>
      <w:r>
        <w:rPr>
          <w:rFonts w:asciiTheme="minorHAnsi" w:hAnsiTheme="minorHAnsi"/>
          <w:sz w:val="20"/>
          <w:szCs w:val="20"/>
        </w:rPr>
        <w:t xml:space="preserve">liberamente </w:t>
      </w:r>
      <w:r w:rsidRPr="007704A5">
        <w:rPr>
          <w:rFonts w:asciiTheme="minorHAnsi" w:hAnsiTheme="minorHAnsi"/>
          <w:sz w:val="20"/>
          <w:szCs w:val="20"/>
        </w:rPr>
        <w:t xml:space="preserve">al </w:t>
      </w:r>
      <w:r w:rsidRPr="0081696A">
        <w:rPr>
          <w:rFonts w:asciiTheme="minorHAnsi" w:hAnsiTheme="minorHAnsi"/>
          <w:sz w:val="20"/>
          <w:szCs w:val="20"/>
        </w:rPr>
        <w:t>progetto di ricerca “PE4MOVE” svolto in collaborazione tra la Libera Università di Bolzano e l’Ufficio Scolastico Regionale (USR) per le Marc</w:t>
      </w:r>
      <w:r>
        <w:rPr>
          <w:rFonts w:asciiTheme="minorHAnsi" w:hAnsiTheme="minorHAnsi"/>
          <w:sz w:val="20"/>
          <w:szCs w:val="20"/>
        </w:rPr>
        <w:t>he.</w:t>
      </w:r>
    </w:p>
    <w:p w14:paraId="75B0841D" w14:textId="45D39B1C" w:rsidR="008C277F" w:rsidRDefault="008C277F" w:rsidP="008C277F">
      <w:pPr>
        <w:spacing w:before="240" w:after="375" w:line="480" w:lineRule="auto"/>
        <w:ind w:left="1"/>
        <w:rPr>
          <w:rFonts w:asciiTheme="minorHAnsi" w:hAnsiTheme="minorHAnsi"/>
          <w:sz w:val="20"/>
          <w:szCs w:val="20"/>
        </w:rPr>
      </w:pPr>
      <w:r w:rsidRPr="007704A5">
        <w:rPr>
          <w:rFonts w:asciiTheme="minorHAnsi" w:hAnsiTheme="minorHAnsi"/>
          <w:sz w:val="20"/>
          <w:szCs w:val="20"/>
        </w:rPr>
        <w:t xml:space="preserve">Luogo e </w:t>
      </w:r>
      <w:r>
        <w:rPr>
          <w:rFonts w:asciiTheme="minorHAnsi" w:hAnsiTheme="minorHAnsi"/>
          <w:sz w:val="20"/>
          <w:szCs w:val="20"/>
        </w:rPr>
        <w:t xml:space="preserve">data </w:t>
      </w:r>
      <w:r w:rsidR="00A527C7">
        <w:rPr>
          <w:rFonts w:asciiTheme="minorHAnsi" w:hAnsiTheme="minorHAnsi"/>
          <w:sz w:val="20"/>
          <w:szCs w:val="20"/>
        </w:rPr>
        <w:t>_____________________________________</w:t>
      </w:r>
    </w:p>
    <w:p w14:paraId="0FC9470C" w14:textId="195A427D" w:rsidR="008C277F" w:rsidRPr="00012933" w:rsidRDefault="008C277F" w:rsidP="008C277F">
      <w:pPr>
        <w:spacing w:after="375" w:line="480" w:lineRule="auto"/>
        <w:ind w:left="1"/>
        <w:rPr>
          <w:rFonts w:asciiTheme="minorHAnsi" w:hAnsiTheme="minorHAnsi"/>
          <w:sz w:val="20"/>
          <w:szCs w:val="20"/>
        </w:rPr>
      </w:pPr>
      <w:r w:rsidRPr="007704A5">
        <w:rPr>
          <w:rFonts w:asciiTheme="minorHAnsi" w:hAnsiTheme="minorHAnsi"/>
          <w:sz w:val="20"/>
          <w:szCs w:val="20"/>
        </w:rPr>
        <w:t>Firma del/dei geni</w:t>
      </w:r>
      <w:r>
        <w:rPr>
          <w:rFonts w:asciiTheme="minorHAnsi" w:hAnsiTheme="minorHAnsi"/>
          <w:sz w:val="20"/>
          <w:szCs w:val="20"/>
        </w:rPr>
        <w:t xml:space="preserve">tore/i o del/dei tutor legale/i </w:t>
      </w:r>
      <w:r w:rsidR="00A527C7">
        <w:rPr>
          <w:rFonts w:asciiTheme="minorHAnsi" w:hAnsiTheme="minorHAnsi"/>
          <w:sz w:val="20"/>
          <w:szCs w:val="20"/>
        </w:rPr>
        <w:t>_______________________________________________________________________________________________</w:t>
      </w:r>
      <w:r>
        <w:rPr>
          <w:rFonts w:asciiTheme="minorHAnsi" w:hAnsiTheme="minorHAnsi"/>
          <w:sz w:val="20"/>
          <w:szCs w:val="20"/>
        </w:rPr>
        <w:t>…</w:t>
      </w:r>
      <w:r>
        <w:rPr>
          <w:rFonts w:asciiTheme="minorHAnsi" w:hAnsiTheme="minorHAnsi"/>
          <w:sz w:val="20"/>
          <w:szCs w:val="20"/>
        </w:rPr>
        <w:br/>
      </w:r>
      <w:r w:rsidRPr="007704A5">
        <w:rPr>
          <w:rFonts w:asciiTheme="minorHAnsi" w:hAnsiTheme="minorHAnsi"/>
          <w:sz w:val="20"/>
          <w:szCs w:val="20"/>
        </w:rPr>
        <w:t>Firma dello/a studente/</w:t>
      </w:r>
      <w:proofErr w:type="spellStart"/>
      <w:r w:rsidRPr="007704A5">
        <w:rPr>
          <w:rFonts w:asciiTheme="minorHAnsi" w:hAnsiTheme="minorHAnsi"/>
          <w:sz w:val="20"/>
          <w:szCs w:val="20"/>
        </w:rPr>
        <w:t>ssa</w:t>
      </w:r>
      <w:proofErr w:type="spellEnd"/>
      <w:r w:rsidRPr="007704A5">
        <w:rPr>
          <w:rFonts w:asciiTheme="minorHAnsi" w:hAnsiTheme="minorHAnsi"/>
          <w:sz w:val="20"/>
          <w:szCs w:val="20"/>
        </w:rPr>
        <w:t xml:space="preserve"> </w:t>
      </w:r>
      <w:r w:rsidR="00A527C7">
        <w:rPr>
          <w:rFonts w:asciiTheme="minorHAnsi" w:hAnsiTheme="minorHAnsi"/>
          <w:sz w:val="20"/>
          <w:szCs w:val="20"/>
        </w:rPr>
        <w:t xml:space="preserve">se </w:t>
      </w:r>
      <w:r w:rsidR="0050664A">
        <w:rPr>
          <w:rFonts w:asciiTheme="minorHAnsi" w:hAnsiTheme="minorHAnsi"/>
          <w:sz w:val="20"/>
          <w:szCs w:val="20"/>
        </w:rPr>
        <w:t>________________________________________________________________________________________________</w:t>
      </w:r>
    </w:p>
    <w:p w14:paraId="37B74A3D" w14:textId="77777777" w:rsidR="008C277F" w:rsidRPr="00012933" w:rsidRDefault="008C277F" w:rsidP="008C277F">
      <w:pPr>
        <w:jc w:val="center"/>
        <w:rPr>
          <w:rFonts w:cstheme="minorHAnsi"/>
          <w:bCs/>
        </w:rPr>
      </w:pPr>
    </w:p>
    <w:p w14:paraId="575CC138" w14:textId="7B9801CC" w:rsidR="00DC0BD0" w:rsidRPr="00F0030D" w:rsidRDefault="00DC0BD0" w:rsidP="00F0030D"/>
    <w:sectPr w:rsidR="00DC0BD0" w:rsidRPr="00F0030D" w:rsidSect="00AA4361">
      <w:headerReference w:type="default" r:id="rId11"/>
      <w:footerReference w:type="default" r:id="rId12"/>
      <w:pgSz w:w="11907" w:h="16840"/>
      <w:pgMar w:top="1134" w:right="1134" w:bottom="709" w:left="1134" w:header="539" w:footer="1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90193" w14:textId="77777777" w:rsidR="00FA6F25" w:rsidRDefault="00FA6F25">
      <w:r>
        <w:separator/>
      </w:r>
    </w:p>
  </w:endnote>
  <w:endnote w:type="continuationSeparator" w:id="0">
    <w:p w14:paraId="534B7FE2" w14:textId="77777777" w:rsidR="00FA6F25" w:rsidRDefault="00FA6F25">
      <w:r>
        <w:continuationSeparator/>
      </w:r>
    </w:p>
  </w:endnote>
  <w:endnote w:type="continuationNotice" w:id="1">
    <w:p w14:paraId="4FB051F6" w14:textId="77777777" w:rsidR="00FA6F25" w:rsidRDefault="00FA6F2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ABCD5" w14:textId="5FEB70D2" w:rsidR="00A231E4" w:rsidRPr="00231EE5" w:rsidRDefault="00231EE5" w:rsidP="00231EE5">
    <w:pPr>
      <w:pStyle w:val="Pidipagina"/>
      <w:jc w:val="center"/>
      <w:rPr>
        <w:rFonts w:asciiTheme="minorHAnsi" w:hAnsiTheme="minorHAnsi"/>
        <w:noProof/>
        <w:sz w:val="18"/>
        <w:szCs w:val="18"/>
      </w:rPr>
    </w:pPr>
    <w:r w:rsidRPr="00231EE5">
      <w:rPr>
        <w:rFonts w:asciiTheme="minorHAnsi" w:hAnsiTheme="minorHAnsi"/>
        <w:noProof/>
        <w:sz w:val="18"/>
        <w:szCs w:val="18"/>
      </w:rPr>
      <w:t>202108251037_PE4MOVE _Consenso_Informato_alunni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C026D" w14:textId="77777777" w:rsidR="00FA6F25" w:rsidRDefault="00FA6F25">
      <w:r>
        <w:separator/>
      </w:r>
    </w:p>
  </w:footnote>
  <w:footnote w:type="continuationSeparator" w:id="0">
    <w:p w14:paraId="754147A2" w14:textId="77777777" w:rsidR="00FA6F25" w:rsidRDefault="00FA6F25">
      <w:r>
        <w:continuationSeparator/>
      </w:r>
    </w:p>
  </w:footnote>
  <w:footnote w:type="continuationNotice" w:id="1">
    <w:p w14:paraId="3A063DE3" w14:textId="77777777" w:rsidR="00FA6F25" w:rsidRDefault="00FA6F2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01A8D" w14:textId="77777777" w:rsidR="00670B72" w:rsidRDefault="5186483A" w:rsidP="006D24A4">
    <w:pPr>
      <w:pStyle w:val="Default"/>
      <w:jc w:val="center"/>
      <w:rPr>
        <w:b/>
        <w:bCs/>
        <w:i/>
        <w:iCs/>
        <w:color w:val="auto"/>
        <w:sz w:val="28"/>
        <w:szCs w:val="28"/>
      </w:rPr>
    </w:pPr>
    <w:r>
      <w:rPr>
        <w:noProof/>
      </w:rPr>
      <w:drawing>
        <wp:inline distT="0" distB="0" distL="0" distR="0" wp14:anchorId="255DBB06" wp14:editId="5186483A">
          <wp:extent cx="495300" cy="561975"/>
          <wp:effectExtent l="0" t="0" r="0" b="9525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561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CA79F6A" w14:textId="77777777" w:rsidR="00CA1429" w:rsidRPr="003D293D" w:rsidRDefault="00670B72" w:rsidP="006D24A4">
    <w:pPr>
      <w:spacing w:after="0" w:line="240" w:lineRule="auto"/>
      <w:jc w:val="center"/>
      <w:rPr>
        <w:rFonts w:ascii="Monotype Corsiva" w:hAnsi="Monotype Corsiva" w:cs="Tahoma"/>
        <w:i/>
        <w:sz w:val="76"/>
        <w:szCs w:val="76"/>
      </w:rPr>
    </w:pPr>
    <w:r w:rsidRPr="003D293D">
      <w:rPr>
        <w:rFonts w:ascii="Monotype Corsiva" w:hAnsi="Monotype Corsiva" w:cs="Tahoma"/>
        <w:i/>
        <w:sz w:val="76"/>
        <w:szCs w:val="76"/>
      </w:rPr>
      <w:t>Ministero dell’Istruzione</w:t>
    </w:r>
  </w:p>
  <w:p w14:paraId="059B79A8" w14:textId="77777777" w:rsidR="00670B72" w:rsidRPr="003D293D" w:rsidRDefault="00670B72" w:rsidP="006D24A4">
    <w:pPr>
      <w:spacing w:after="0" w:line="240" w:lineRule="auto"/>
      <w:jc w:val="center"/>
      <w:rPr>
        <w:rFonts w:ascii="Monotype Corsiva" w:hAnsi="Monotype Corsiva" w:cs="Tahoma"/>
        <w:i/>
        <w:sz w:val="44"/>
        <w:szCs w:val="48"/>
      </w:rPr>
    </w:pPr>
    <w:r w:rsidRPr="003D293D">
      <w:rPr>
        <w:rFonts w:ascii="Monotype Corsiva" w:hAnsi="Monotype Corsiva" w:cs="Tahoma"/>
        <w:i/>
        <w:sz w:val="44"/>
        <w:szCs w:val="48"/>
      </w:rPr>
      <w:t>Ufficio Scolastico Regionale per le Marche</w:t>
    </w:r>
  </w:p>
  <w:p w14:paraId="3896D4D5" w14:textId="07A2ACBA" w:rsidR="00670B72" w:rsidRDefault="00670B72" w:rsidP="007A6E4C">
    <w:pPr>
      <w:pStyle w:val="Default"/>
      <w:spacing w:before="80"/>
      <w:jc w:val="center"/>
      <w:rPr>
        <w:rFonts w:ascii="Arial" w:hAnsi="Arial" w:cs="Arial"/>
        <w:bCs/>
        <w:iCs/>
        <w:color w:val="auto"/>
        <w:sz w:val="28"/>
        <w:szCs w:val="28"/>
      </w:rPr>
    </w:pPr>
    <w:r w:rsidRPr="007A6E4C">
      <w:rPr>
        <w:rFonts w:ascii="Arial" w:hAnsi="Arial" w:cs="Arial"/>
        <w:bCs/>
        <w:iCs/>
        <w:color w:val="auto"/>
        <w:sz w:val="28"/>
        <w:szCs w:val="28"/>
      </w:rPr>
      <w:t>Direzione Generale</w:t>
    </w:r>
  </w:p>
  <w:p w14:paraId="3A635579" w14:textId="4CEE31BE" w:rsidR="000F6AF6" w:rsidRDefault="000F6AF6" w:rsidP="007A6E4C">
    <w:pPr>
      <w:pStyle w:val="Default"/>
      <w:spacing w:before="80"/>
      <w:jc w:val="center"/>
      <w:rPr>
        <w:rFonts w:ascii="Arial" w:hAnsi="Arial" w:cs="Arial"/>
        <w:bCs/>
        <w:iCs/>
        <w:color w:val="auto"/>
        <w:sz w:val="28"/>
        <w:szCs w:val="28"/>
      </w:rPr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3C01394D" wp14:editId="3A398880">
          <wp:simplePos x="0" y="0"/>
          <wp:positionH relativeFrom="page">
            <wp:posOffset>449580</wp:posOffset>
          </wp:positionH>
          <wp:positionV relativeFrom="page">
            <wp:posOffset>2209800</wp:posOffset>
          </wp:positionV>
          <wp:extent cx="739140" cy="411480"/>
          <wp:effectExtent l="0" t="0" r="3810" b="7620"/>
          <wp:wrapSquare wrapText="bothSides"/>
          <wp:docPr id="3" name="Picture 303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" name="Picture 3035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39902" cy="4119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AAC847" w14:textId="41FA52E2" w:rsidR="00E30BC8" w:rsidRPr="00E30BC8" w:rsidRDefault="00E30BC8" w:rsidP="00E30BC8">
    <w:pPr>
      <w:spacing w:after="14"/>
      <w:ind w:left="65" w:firstLine="643"/>
      <w:rPr>
        <w:sz w:val="24"/>
        <w:szCs w:val="24"/>
      </w:rPr>
    </w:pPr>
    <w:r w:rsidRPr="00E30BC8">
      <w:rPr>
        <w:b/>
        <w:i/>
        <w:color w:val="006FC0"/>
        <w:sz w:val="24"/>
        <w:szCs w:val="24"/>
      </w:rPr>
      <w:t xml:space="preserve">“PE 4 MOVE” </w:t>
    </w:r>
  </w:p>
  <w:p w14:paraId="24A46FDB" w14:textId="7FD2112C" w:rsidR="000F6AF6" w:rsidRPr="00E30BC8" w:rsidRDefault="00E30BC8" w:rsidP="00E30BC8">
    <w:pPr>
      <w:pStyle w:val="Default"/>
      <w:spacing w:before="80"/>
      <w:ind w:left="1416"/>
      <w:rPr>
        <w:rFonts w:ascii="Arial" w:hAnsi="Arial" w:cs="Arial"/>
        <w:bCs/>
        <w:iCs/>
        <w:color w:val="auto"/>
      </w:rPr>
    </w:pPr>
    <w:r w:rsidRPr="00E30BC8">
      <w:rPr>
        <w:b/>
        <w:i/>
        <w:color w:val="006FC0"/>
      </w:rPr>
      <w:t>L’Educazione Fisica per la promozione dell’attività motoria e sportiva degli studenti nel tempo extrascolastico</w:t>
    </w:r>
  </w:p>
  <w:p w14:paraId="0D6FCF11" w14:textId="77777777" w:rsidR="00677843" w:rsidRPr="00677843" w:rsidRDefault="00677843" w:rsidP="006D24A4">
    <w:pPr>
      <w:pStyle w:val="Default"/>
      <w:jc w:val="center"/>
      <w:rPr>
        <w:rFonts w:ascii="Arial" w:hAnsi="Arial" w:cs="Arial"/>
        <w:bCs/>
        <w:iCs/>
        <w:color w:val="auto"/>
        <w:sz w:val="16"/>
        <w:szCs w:val="16"/>
      </w:rPr>
    </w:pPr>
  </w:p>
  <w:p w14:paraId="156770EE" w14:textId="77777777" w:rsidR="00670B72" w:rsidRPr="00F3525F" w:rsidRDefault="00670B72" w:rsidP="006D24A4">
    <w:pPr>
      <w:pStyle w:val="Default"/>
      <w:jc w:val="center"/>
      <w:rPr>
        <w:rFonts w:ascii="Arial" w:hAnsi="Arial" w:cs="Arial"/>
        <w:color w:val="auto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91EA4"/>
    <w:multiLevelType w:val="multilevel"/>
    <w:tmpl w:val="816CB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C8C5C59"/>
    <w:multiLevelType w:val="hybridMultilevel"/>
    <w:tmpl w:val="55503906"/>
    <w:lvl w:ilvl="0" w:tplc="EAF6709A">
      <w:start w:val="1"/>
      <w:numFmt w:val="bullet"/>
      <w:lvlText w:val="•"/>
      <w:lvlJc w:val="left"/>
      <w:pPr>
        <w:ind w:left="767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" w15:restartNumberingAfterBreak="0">
    <w:nsid w:val="25B96AE7"/>
    <w:multiLevelType w:val="hybridMultilevel"/>
    <w:tmpl w:val="0A48C462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34B71636"/>
    <w:multiLevelType w:val="hybridMultilevel"/>
    <w:tmpl w:val="7E145102"/>
    <w:lvl w:ilvl="0" w:tplc="4FAE59FA">
      <w:start w:val="1"/>
      <w:numFmt w:val="bullet"/>
      <w:lvlText w:val="•"/>
      <w:lvlJc w:val="left"/>
      <w:pPr>
        <w:ind w:left="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C25E3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A4EBDE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78AEEF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F6A4B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CAC519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0BA1ED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130F5B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5AE4B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99B0EF5"/>
    <w:multiLevelType w:val="hybridMultilevel"/>
    <w:tmpl w:val="E88CDC88"/>
    <w:lvl w:ilvl="0" w:tplc="4DC6F32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992E43"/>
    <w:multiLevelType w:val="multilevel"/>
    <w:tmpl w:val="F5DA4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E9D4F9C"/>
    <w:multiLevelType w:val="hybridMultilevel"/>
    <w:tmpl w:val="9C20F9F4"/>
    <w:lvl w:ilvl="0" w:tplc="C5DAB92E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4B5"/>
    <w:rsid w:val="0000057A"/>
    <w:rsid w:val="000014C0"/>
    <w:rsid w:val="00004E79"/>
    <w:rsid w:val="00007F5E"/>
    <w:rsid w:val="0001144C"/>
    <w:rsid w:val="000131C9"/>
    <w:rsid w:val="00013FC5"/>
    <w:rsid w:val="00021432"/>
    <w:rsid w:val="00023DAD"/>
    <w:rsid w:val="00026241"/>
    <w:rsid w:val="000262E5"/>
    <w:rsid w:val="00026641"/>
    <w:rsid w:val="00030134"/>
    <w:rsid w:val="00032B2F"/>
    <w:rsid w:val="00036566"/>
    <w:rsid w:val="000369D3"/>
    <w:rsid w:val="00036C15"/>
    <w:rsid w:val="00040C70"/>
    <w:rsid w:val="000413EE"/>
    <w:rsid w:val="00042FA4"/>
    <w:rsid w:val="00043335"/>
    <w:rsid w:val="00046EE4"/>
    <w:rsid w:val="00051211"/>
    <w:rsid w:val="00053D6E"/>
    <w:rsid w:val="0005549C"/>
    <w:rsid w:val="00056052"/>
    <w:rsid w:val="00065422"/>
    <w:rsid w:val="000658B6"/>
    <w:rsid w:val="00065912"/>
    <w:rsid w:val="00066B9F"/>
    <w:rsid w:val="00067128"/>
    <w:rsid w:val="000679BA"/>
    <w:rsid w:val="000740D4"/>
    <w:rsid w:val="00075251"/>
    <w:rsid w:val="00077CA3"/>
    <w:rsid w:val="000819C6"/>
    <w:rsid w:val="000820E0"/>
    <w:rsid w:val="00083883"/>
    <w:rsid w:val="0008470A"/>
    <w:rsid w:val="0008473C"/>
    <w:rsid w:val="0008508C"/>
    <w:rsid w:val="0008666C"/>
    <w:rsid w:val="00090E47"/>
    <w:rsid w:val="00092281"/>
    <w:rsid w:val="00093C3D"/>
    <w:rsid w:val="00093E01"/>
    <w:rsid w:val="000948FE"/>
    <w:rsid w:val="00094E2D"/>
    <w:rsid w:val="000968F0"/>
    <w:rsid w:val="000A091B"/>
    <w:rsid w:val="000A0DE6"/>
    <w:rsid w:val="000A3121"/>
    <w:rsid w:val="000A3435"/>
    <w:rsid w:val="000A4C83"/>
    <w:rsid w:val="000A5D58"/>
    <w:rsid w:val="000A5E44"/>
    <w:rsid w:val="000A628B"/>
    <w:rsid w:val="000A7FDE"/>
    <w:rsid w:val="000B1467"/>
    <w:rsid w:val="000B168A"/>
    <w:rsid w:val="000B18FF"/>
    <w:rsid w:val="000B35B7"/>
    <w:rsid w:val="000B61B6"/>
    <w:rsid w:val="000C2A82"/>
    <w:rsid w:val="000C2CB6"/>
    <w:rsid w:val="000C30F2"/>
    <w:rsid w:val="000C5E6A"/>
    <w:rsid w:val="000D029F"/>
    <w:rsid w:val="000D0E11"/>
    <w:rsid w:val="000D34C8"/>
    <w:rsid w:val="000D4BD0"/>
    <w:rsid w:val="000D6064"/>
    <w:rsid w:val="000D7FF7"/>
    <w:rsid w:val="000E0E4B"/>
    <w:rsid w:val="000E4576"/>
    <w:rsid w:val="000E4BEB"/>
    <w:rsid w:val="000E527F"/>
    <w:rsid w:val="000E604A"/>
    <w:rsid w:val="000E7899"/>
    <w:rsid w:val="000F1B1E"/>
    <w:rsid w:val="000F28B4"/>
    <w:rsid w:val="000F2B57"/>
    <w:rsid w:val="000F3ED6"/>
    <w:rsid w:val="000F43D3"/>
    <w:rsid w:val="000F6AF6"/>
    <w:rsid w:val="0010096A"/>
    <w:rsid w:val="00100A15"/>
    <w:rsid w:val="00101075"/>
    <w:rsid w:val="0010134A"/>
    <w:rsid w:val="001028E4"/>
    <w:rsid w:val="00102938"/>
    <w:rsid w:val="00102F69"/>
    <w:rsid w:val="0010413E"/>
    <w:rsid w:val="00104AF7"/>
    <w:rsid w:val="00104B2B"/>
    <w:rsid w:val="0010686D"/>
    <w:rsid w:val="00110AB8"/>
    <w:rsid w:val="001169C1"/>
    <w:rsid w:val="00120213"/>
    <w:rsid w:val="001218F7"/>
    <w:rsid w:val="00121DFA"/>
    <w:rsid w:val="001246DC"/>
    <w:rsid w:val="00124E6B"/>
    <w:rsid w:val="001272BF"/>
    <w:rsid w:val="00130B29"/>
    <w:rsid w:val="00130B2E"/>
    <w:rsid w:val="00130EB7"/>
    <w:rsid w:val="00132220"/>
    <w:rsid w:val="001328E3"/>
    <w:rsid w:val="001339B1"/>
    <w:rsid w:val="00133C53"/>
    <w:rsid w:val="00135719"/>
    <w:rsid w:val="00136AAF"/>
    <w:rsid w:val="001378B4"/>
    <w:rsid w:val="001401A1"/>
    <w:rsid w:val="00141692"/>
    <w:rsid w:val="001446D9"/>
    <w:rsid w:val="0014471B"/>
    <w:rsid w:val="00145D2B"/>
    <w:rsid w:val="00146165"/>
    <w:rsid w:val="001463E5"/>
    <w:rsid w:val="00146D32"/>
    <w:rsid w:val="001477FC"/>
    <w:rsid w:val="001504FE"/>
    <w:rsid w:val="00151164"/>
    <w:rsid w:val="0015426D"/>
    <w:rsid w:val="00157192"/>
    <w:rsid w:val="001607F7"/>
    <w:rsid w:val="001618FB"/>
    <w:rsid w:val="00161B84"/>
    <w:rsid w:val="00162A1B"/>
    <w:rsid w:val="00164485"/>
    <w:rsid w:val="00164A91"/>
    <w:rsid w:val="0017002E"/>
    <w:rsid w:val="00170600"/>
    <w:rsid w:val="001708BF"/>
    <w:rsid w:val="00172FB6"/>
    <w:rsid w:val="00173842"/>
    <w:rsid w:val="00173CF2"/>
    <w:rsid w:val="001745D9"/>
    <w:rsid w:val="0017552F"/>
    <w:rsid w:val="00176944"/>
    <w:rsid w:val="00180772"/>
    <w:rsid w:val="00181010"/>
    <w:rsid w:val="00182281"/>
    <w:rsid w:val="00182FB1"/>
    <w:rsid w:val="00183077"/>
    <w:rsid w:val="00183886"/>
    <w:rsid w:val="00183AF1"/>
    <w:rsid w:val="001847D7"/>
    <w:rsid w:val="0018489F"/>
    <w:rsid w:val="00185D0F"/>
    <w:rsid w:val="00190EFD"/>
    <w:rsid w:val="001935AC"/>
    <w:rsid w:val="00195505"/>
    <w:rsid w:val="00195771"/>
    <w:rsid w:val="001973B0"/>
    <w:rsid w:val="001A1970"/>
    <w:rsid w:val="001A495B"/>
    <w:rsid w:val="001A4B80"/>
    <w:rsid w:val="001A4DC6"/>
    <w:rsid w:val="001A6F76"/>
    <w:rsid w:val="001B0A67"/>
    <w:rsid w:val="001B123A"/>
    <w:rsid w:val="001B2688"/>
    <w:rsid w:val="001B3D0F"/>
    <w:rsid w:val="001B4742"/>
    <w:rsid w:val="001B538E"/>
    <w:rsid w:val="001B62D1"/>
    <w:rsid w:val="001B6682"/>
    <w:rsid w:val="001B7092"/>
    <w:rsid w:val="001B78DD"/>
    <w:rsid w:val="001B7A88"/>
    <w:rsid w:val="001D1D34"/>
    <w:rsid w:val="001D3745"/>
    <w:rsid w:val="001D75DE"/>
    <w:rsid w:val="001D7FAF"/>
    <w:rsid w:val="001E038A"/>
    <w:rsid w:val="001E0D02"/>
    <w:rsid w:val="001E1CC0"/>
    <w:rsid w:val="001E1F04"/>
    <w:rsid w:val="001E3945"/>
    <w:rsid w:val="001E7B81"/>
    <w:rsid w:val="001F1B50"/>
    <w:rsid w:val="001F2E17"/>
    <w:rsid w:val="001F308F"/>
    <w:rsid w:val="001F520B"/>
    <w:rsid w:val="001F6207"/>
    <w:rsid w:val="001F7274"/>
    <w:rsid w:val="001F7F22"/>
    <w:rsid w:val="00200288"/>
    <w:rsid w:val="00200B27"/>
    <w:rsid w:val="00202697"/>
    <w:rsid w:val="00204D08"/>
    <w:rsid w:val="002051CF"/>
    <w:rsid w:val="00206054"/>
    <w:rsid w:val="00207266"/>
    <w:rsid w:val="002113B2"/>
    <w:rsid w:val="002118C9"/>
    <w:rsid w:val="00211A58"/>
    <w:rsid w:val="002120E9"/>
    <w:rsid w:val="00217F26"/>
    <w:rsid w:val="002206FA"/>
    <w:rsid w:val="00221656"/>
    <w:rsid w:val="002233AA"/>
    <w:rsid w:val="00223F09"/>
    <w:rsid w:val="0022485E"/>
    <w:rsid w:val="0022791B"/>
    <w:rsid w:val="00230063"/>
    <w:rsid w:val="00231EE5"/>
    <w:rsid w:val="00236628"/>
    <w:rsid w:val="002379EE"/>
    <w:rsid w:val="00241414"/>
    <w:rsid w:val="0024245F"/>
    <w:rsid w:val="00243C32"/>
    <w:rsid w:val="002443AC"/>
    <w:rsid w:val="00245BF6"/>
    <w:rsid w:val="00245FFB"/>
    <w:rsid w:val="00246041"/>
    <w:rsid w:val="00250DC4"/>
    <w:rsid w:val="00253DAA"/>
    <w:rsid w:val="0025445D"/>
    <w:rsid w:val="002560A4"/>
    <w:rsid w:val="0025793A"/>
    <w:rsid w:val="00257DF6"/>
    <w:rsid w:val="002621AA"/>
    <w:rsid w:val="002632FF"/>
    <w:rsid w:val="0026547B"/>
    <w:rsid w:val="002704D2"/>
    <w:rsid w:val="002707AB"/>
    <w:rsid w:val="00272A8D"/>
    <w:rsid w:val="00272D88"/>
    <w:rsid w:val="002744B4"/>
    <w:rsid w:val="0027467C"/>
    <w:rsid w:val="0027559C"/>
    <w:rsid w:val="00282080"/>
    <w:rsid w:val="00284C10"/>
    <w:rsid w:val="00291E30"/>
    <w:rsid w:val="0029205B"/>
    <w:rsid w:val="00295BA8"/>
    <w:rsid w:val="00297037"/>
    <w:rsid w:val="00297A64"/>
    <w:rsid w:val="002A2A80"/>
    <w:rsid w:val="002A2B13"/>
    <w:rsid w:val="002A513F"/>
    <w:rsid w:val="002A6F8E"/>
    <w:rsid w:val="002A7B23"/>
    <w:rsid w:val="002B2A70"/>
    <w:rsid w:val="002B338F"/>
    <w:rsid w:val="002B5AEB"/>
    <w:rsid w:val="002B7D71"/>
    <w:rsid w:val="002C0A2A"/>
    <w:rsid w:val="002C4E61"/>
    <w:rsid w:val="002C5D4B"/>
    <w:rsid w:val="002C73EC"/>
    <w:rsid w:val="002C789F"/>
    <w:rsid w:val="002C7D40"/>
    <w:rsid w:val="002D168F"/>
    <w:rsid w:val="002D23D6"/>
    <w:rsid w:val="002D3B26"/>
    <w:rsid w:val="002D47EC"/>
    <w:rsid w:val="002D7554"/>
    <w:rsid w:val="002E259B"/>
    <w:rsid w:val="002E5EC0"/>
    <w:rsid w:val="002E6CB5"/>
    <w:rsid w:val="002F1AFC"/>
    <w:rsid w:val="002F1C6B"/>
    <w:rsid w:val="002F42EE"/>
    <w:rsid w:val="002F58DF"/>
    <w:rsid w:val="002F5A47"/>
    <w:rsid w:val="002F7991"/>
    <w:rsid w:val="003017A7"/>
    <w:rsid w:val="00302068"/>
    <w:rsid w:val="00303F33"/>
    <w:rsid w:val="00305E43"/>
    <w:rsid w:val="003060D5"/>
    <w:rsid w:val="003109A1"/>
    <w:rsid w:val="00311033"/>
    <w:rsid w:val="003119FC"/>
    <w:rsid w:val="00312D53"/>
    <w:rsid w:val="00313A5C"/>
    <w:rsid w:val="00314A37"/>
    <w:rsid w:val="00315355"/>
    <w:rsid w:val="00315F9E"/>
    <w:rsid w:val="00321C7E"/>
    <w:rsid w:val="003226A0"/>
    <w:rsid w:val="00323933"/>
    <w:rsid w:val="00323BC7"/>
    <w:rsid w:val="003254AD"/>
    <w:rsid w:val="00325BAD"/>
    <w:rsid w:val="00331274"/>
    <w:rsid w:val="00332477"/>
    <w:rsid w:val="0033410C"/>
    <w:rsid w:val="003345F1"/>
    <w:rsid w:val="003372F3"/>
    <w:rsid w:val="00337379"/>
    <w:rsid w:val="003407F4"/>
    <w:rsid w:val="003417B5"/>
    <w:rsid w:val="00341F32"/>
    <w:rsid w:val="00344702"/>
    <w:rsid w:val="00344A38"/>
    <w:rsid w:val="00346FC7"/>
    <w:rsid w:val="00350AA3"/>
    <w:rsid w:val="003529B4"/>
    <w:rsid w:val="0035356D"/>
    <w:rsid w:val="00354C4D"/>
    <w:rsid w:val="00356D93"/>
    <w:rsid w:val="003601B3"/>
    <w:rsid w:val="003643F1"/>
    <w:rsid w:val="00364CD5"/>
    <w:rsid w:val="003678F4"/>
    <w:rsid w:val="003703F2"/>
    <w:rsid w:val="00370B1F"/>
    <w:rsid w:val="00373FA7"/>
    <w:rsid w:val="00374C2A"/>
    <w:rsid w:val="003778BC"/>
    <w:rsid w:val="0038101D"/>
    <w:rsid w:val="00381D06"/>
    <w:rsid w:val="003828CD"/>
    <w:rsid w:val="00385D65"/>
    <w:rsid w:val="003872FB"/>
    <w:rsid w:val="00387FC6"/>
    <w:rsid w:val="00392514"/>
    <w:rsid w:val="003933BE"/>
    <w:rsid w:val="003A0198"/>
    <w:rsid w:val="003A053D"/>
    <w:rsid w:val="003A1F07"/>
    <w:rsid w:val="003A3E0D"/>
    <w:rsid w:val="003A51D9"/>
    <w:rsid w:val="003A5DCD"/>
    <w:rsid w:val="003A65FD"/>
    <w:rsid w:val="003B1537"/>
    <w:rsid w:val="003B57E9"/>
    <w:rsid w:val="003B6F2A"/>
    <w:rsid w:val="003B7DFF"/>
    <w:rsid w:val="003C097D"/>
    <w:rsid w:val="003C0A84"/>
    <w:rsid w:val="003C1811"/>
    <w:rsid w:val="003C3F16"/>
    <w:rsid w:val="003C7299"/>
    <w:rsid w:val="003C7646"/>
    <w:rsid w:val="003D1615"/>
    <w:rsid w:val="003D1EC8"/>
    <w:rsid w:val="003D2201"/>
    <w:rsid w:val="003D293D"/>
    <w:rsid w:val="003D68ED"/>
    <w:rsid w:val="003D73C1"/>
    <w:rsid w:val="003E19A3"/>
    <w:rsid w:val="003E254D"/>
    <w:rsid w:val="003E343B"/>
    <w:rsid w:val="003E48C4"/>
    <w:rsid w:val="003E77D6"/>
    <w:rsid w:val="003F704D"/>
    <w:rsid w:val="003F7A61"/>
    <w:rsid w:val="00401599"/>
    <w:rsid w:val="004032B5"/>
    <w:rsid w:val="00404CA2"/>
    <w:rsid w:val="004101CB"/>
    <w:rsid w:val="00413D9F"/>
    <w:rsid w:val="00415AE4"/>
    <w:rsid w:val="00417492"/>
    <w:rsid w:val="00417CA1"/>
    <w:rsid w:val="00417CE0"/>
    <w:rsid w:val="00417EF2"/>
    <w:rsid w:val="00424600"/>
    <w:rsid w:val="0042512B"/>
    <w:rsid w:val="00427C04"/>
    <w:rsid w:val="00427C7F"/>
    <w:rsid w:val="004306A2"/>
    <w:rsid w:val="004308E9"/>
    <w:rsid w:val="00431005"/>
    <w:rsid w:val="00432014"/>
    <w:rsid w:val="00432E47"/>
    <w:rsid w:val="004367C9"/>
    <w:rsid w:val="004438AF"/>
    <w:rsid w:val="00444981"/>
    <w:rsid w:val="00444B79"/>
    <w:rsid w:val="004503F2"/>
    <w:rsid w:val="0045122A"/>
    <w:rsid w:val="00451782"/>
    <w:rsid w:val="00451B49"/>
    <w:rsid w:val="0045208C"/>
    <w:rsid w:val="004526A2"/>
    <w:rsid w:val="004529B0"/>
    <w:rsid w:val="00452C3F"/>
    <w:rsid w:val="004534C2"/>
    <w:rsid w:val="00454407"/>
    <w:rsid w:val="00454770"/>
    <w:rsid w:val="0045539C"/>
    <w:rsid w:val="004579D2"/>
    <w:rsid w:val="00462FF1"/>
    <w:rsid w:val="00463208"/>
    <w:rsid w:val="00466A3D"/>
    <w:rsid w:val="00470B3B"/>
    <w:rsid w:val="0047283F"/>
    <w:rsid w:val="00473266"/>
    <w:rsid w:val="004751D3"/>
    <w:rsid w:val="004756BC"/>
    <w:rsid w:val="00482F83"/>
    <w:rsid w:val="0048376B"/>
    <w:rsid w:val="0048407C"/>
    <w:rsid w:val="00484B00"/>
    <w:rsid w:val="0048583B"/>
    <w:rsid w:val="00486728"/>
    <w:rsid w:val="004867CD"/>
    <w:rsid w:val="0048716C"/>
    <w:rsid w:val="00487EF7"/>
    <w:rsid w:val="00490715"/>
    <w:rsid w:val="00491748"/>
    <w:rsid w:val="0049265F"/>
    <w:rsid w:val="00494E18"/>
    <w:rsid w:val="004A0A6A"/>
    <w:rsid w:val="004A0B3F"/>
    <w:rsid w:val="004A0FBB"/>
    <w:rsid w:val="004A1C77"/>
    <w:rsid w:val="004A4CDF"/>
    <w:rsid w:val="004A52C0"/>
    <w:rsid w:val="004A57D6"/>
    <w:rsid w:val="004A7CE6"/>
    <w:rsid w:val="004B20CF"/>
    <w:rsid w:val="004B20E9"/>
    <w:rsid w:val="004B26A6"/>
    <w:rsid w:val="004B33C7"/>
    <w:rsid w:val="004B4B44"/>
    <w:rsid w:val="004B5358"/>
    <w:rsid w:val="004B5982"/>
    <w:rsid w:val="004B59D2"/>
    <w:rsid w:val="004B6490"/>
    <w:rsid w:val="004C4400"/>
    <w:rsid w:val="004C63D8"/>
    <w:rsid w:val="004C7329"/>
    <w:rsid w:val="004D066A"/>
    <w:rsid w:val="004D0DD0"/>
    <w:rsid w:val="004E7CAC"/>
    <w:rsid w:val="004F007D"/>
    <w:rsid w:val="004F42AD"/>
    <w:rsid w:val="004F4716"/>
    <w:rsid w:val="004F4B36"/>
    <w:rsid w:val="004F5165"/>
    <w:rsid w:val="00500ED4"/>
    <w:rsid w:val="00501E64"/>
    <w:rsid w:val="0050642F"/>
    <w:rsid w:val="0050664A"/>
    <w:rsid w:val="00510CAC"/>
    <w:rsid w:val="00511050"/>
    <w:rsid w:val="00511B5D"/>
    <w:rsid w:val="005121E2"/>
    <w:rsid w:val="00513647"/>
    <w:rsid w:val="0051495E"/>
    <w:rsid w:val="00514DFE"/>
    <w:rsid w:val="0051596C"/>
    <w:rsid w:val="00520889"/>
    <w:rsid w:val="005209E7"/>
    <w:rsid w:val="00522224"/>
    <w:rsid w:val="00522BFD"/>
    <w:rsid w:val="00522C96"/>
    <w:rsid w:val="005269EB"/>
    <w:rsid w:val="00527E6B"/>
    <w:rsid w:val="00527FC3"/>
    <w:rsid w:val="0053198C"/>
    <w:rsid w:val="00531E20"/>
    <w:rsid w:val="00537F1A"/>
    <w:rsid w:val="0054049F"/>
    <w:rsid w:val="005411E4"/>
    <w:rsid w:val="00541423"/>
    <w:rsid w:val="005422AC"/>
    <w:rsid w:val="00542D1E"/>
    <w:rsid w:val="005442DA"/>
    <w:rsid w:val="00544C6C"/>
    <w:rsid w:val="00551D06"/>
    <w:rsid w:val="00553B84"/>
    <w:rsid w:val="00554786"/>
    <w:rsid w:val="00556337"/>
    <w:rsid w:val="0055658F"/>
    <w:rsid w:val="0055671E"/>
    <w:rsid w:val="00563BBF"/>
    <w:rsid w:val="00566A43"/>
    <w:rsid w:val="00570F0A"/>
    <w:rsid w:val="00572F91"/>
    <w:rsid w:val="00574077"/>
    <w:rsid w:val="0057494B"/>
    <w:rsid w:val="00575745"/>
    <w:rsid w:val="005765F6"/>
    <w:rsid w:val="005800C1"/>
    <w:rsid w:val="005802C5"/>
    <w:rsid w:val="0058188A"/>
    <w:rsid w:val="00584892"/>
    <w:rsid w:val="005848DE"/>
    <w:rsid w:val="00586341"/>
    <w:rsid w:val="00591082"/>
    <w:rsid w:val="00593F19"/>
    <w:rsid w:val="00594570"/>
    <w:rsid w:val="00596506"/>
    <w:rsid w:val="005A16B3"/>
    <w:rsid w:val="005A5045"/>
    <w:rsid w:val="005B24E1"/>
    <w:rsid w:val="005B2E7C"/>
    <w:rsid w:val="005B3441"/>
    <w:rsid w:val="005B3E76"/>
    <w:rsid w:val="005B517A"/>
    <w:rsid w:val="005C2198"/>
    <w:rsid w:val="005C3552"/>
    <w:rsid w:val="005C3919"/>
    <w:rsid w:val="005C5E58"/>
    <w:rsid w:val="005C7050"/>
    <w:rsid w:val="005C7847"/>
    <w:rsid w:val="005D0EF5"/>
    <w:rsid w:val="005D4013"/>
    <w:rsid w:val="005E3A93"/>
    <w:rsid w:val="005E71AB"/>
    <w:rsid w:val="005E72F2"/>
    <w:rsid w:val="005E7A63"/>
    <w:rsid w:val="005F114C"/>
    <w:rsid w:val="005F4DDB"/>
    <w:rsid w:val="005F4F9C"/>
    <w:rsid w:val="005F64E8"/>
    <w:rsid w:val="0060328A"/>
    <w:rsid w:val="00603BD6"/>
    <w:rsid w:val="00604678"/>
    <w:rsid w:val="00612861"/>
    <w:rsid w:val="00612E16"/>
    <w:rsid w:val="006133F0"/>
    <w:rsid w:val="00614D5E"/>
    <w:rsid w:val="00622FB3"/>
    <w:rsid w:val="0062450A"/>
    <w:rsid w:val="0063156F"/>
    <w:rsid w:val="006330A2"/>
    <w:rsid w:val="006333D2"/>
    <w:rsid w:val="00633461"/>
    <w:rsid w:val="00634EAD"/>
    <w:rsid w:val="0063515F"/>
    <w:rsid w:val="00636403"/>
    <w:rsid w:val="00636898"/>
    <w:rsid w:val="0063706A"/>
    <w:rsid w:val="0063773F"/>
    <w:rsid w:val="00637821"/>
    <w:rsid w:val="00640464"/>
    <w:rsid w:val="00640C3F"/>
    <w:rsid w:val="00640FC1"/>
    <w:rsid w:val="00641FCE"/>
    <w:rsid w:val="006422ED"/>
    <w:rsid w:val="00645906"/>
    <w:rsid w:val="0065210F"/>
    <w:rsid w:val="00652475"/>
    <w:rsid w:val="00654548"/>
    <w:rsid w:val="00654C32"/>
    <w:rsid w:val="00654C36"/>
    <w:rsid w:val="006557E4"/>
    <w:rsid w:val="006561C8"/>
    <w:rsid w:val="006579D8"/>
    <w:rsid w:val="00657F47"/>
    <w:rsid w:val="0066114A"/>
    <w:rsid w:val="00663732"/>
    <w:rsid w:val="00665AF9"/>
    <w:rsid w:val="006667BD"/>
    <w:rsid w:val="006671B5"/>
    <w:rsid w:val="006672CD"/>
    <w:rsid w:val="00670B72"/>
    <w:rsid w:val="006714C5"/>
    <w:rsid w:val="00673347"/>
    <w:rsid w:val="00673B08"/>
    <w:rsid w:val="006762A6"/>
    <w:rsid w:val="00677843"/>
    <w:rsid w:val="00683B4C"/>
    <w:rsid w:val="00685566"/>
    <w:rsid w:val="00685FAA"/>
    <w:rsid w:val="006866E3"/>
    <w:rsid w:val="00687E3E"/>
    <w:rsid w:val="00691F91"/>
    <w:rsid w:val="00693F38"/>
    <w:rsid w:val="00694A90"/>
    <w:rsid w:val="006A1528"/>
    <w:rsid w:val="006A353D"/>
    <w:rsid w:val="006A4D62"/>
    <w:rsid w:val="006A5633"/>
    <w:rsid w:val="006A6376"/>
    <w:rsid w:val="006A682A"/>
    <w:rsid w:val="006A7DC5"/>
    <w:rsid w:val="006B1E63"/>
    <w:rsid w:val="006B34B4"/>
    <w:rsid w:val="006B4241"/>
    <w:rsid w:val="006B7100"/>
    <w:rsid w:val="006C04D7"/>
    <w:rsid w:val="006C1EAB"/>
    <w:rsid w:val="006C1FF7"/>
    <w:rsid w:val="006C3DC1"/>
    <w:rsid w:val="006C4B4F"/>
    <w:rsid w:val="006C5AE1"/>
    <w:rsid w:val="006C5FE7"/>
    <w:rsid w:val="006C6A54"/>
    <w:rsid w:val="006C79C8"/>
    <w:rsid w:val="006D0BC5"/>
    <w:rsid w:val="006D1436"/>
    <w:rsid w:val="006D1783"/>
    <w:rsid w:val="006D24A4"/>
    <w:rsid w:val="006D3463"/>
    <w:rsid w:val="006D44B5"/>
    <w:rsid w:val="006D48C2"/>
    <w:rsid w:val="006D52A5"/>
    <w:rsid w:val="006D6C8B"/>
    <w:rsid w:val="006E2AC7"/>
    <w:rsid w:val="006E3495"/>
    <w:rsid w:val="006E3656"/>
    <w:rsid w:val="006E3D03"/>
    <w:rsid w:val="006E4A3F"/>
    <w:rsid w:val="006E4FC5"/>
    <w:rsid w:val="006E5611"/>
    <w:rsid w:val="006E6BF9"/>
    <w:rsid w:val="006E6DE3"/>
    <w:rsid w:val="006E6F49"/>
    <w:rsid w:val="006F06AA"/>
    <w:rsid w:val="006F17C0"/>
    <w:rsid w:val="006F3D5E"/>
    <w:rsid w:val="006F5BD1"/>
    <w:rsid w:val="006F5FD7"/>
    <w:rsid w:val="006F7DAE"/>
    <w:rsid w:val="007013D8"/>
    <w:rsid w:val="00701DED"/>
    <w:rsid w:val="00705A2B"/>
    <w:rsid w:val="00707345"/>
    <w:rsid w:val="007102AD"/>
    <w:rsid w:val="00712DAB"/>
    <w:rsid w:val="00712EA9"/>
    <w:rsid w:val="0071306E"/>
    <w:rsid w:val="007138E8"/>
    <w:rsid w:val="00714978"/>
    <w:rsid w:val="00715601"/>
    <w:rsid w:val="007174C5"/>
    <w:rsid w:val="007179C8"/>
    <w:rsid w:val="00721344"/>
    <w:rsid w:val="00721A14"/>
    <w:rsid w:val="007228EE"/>
    <w:rsid w:val="00722E9C"/>
    <w:rsid w:val="007243CC"/>
    <w:rsid w:val="00724DB0"/>
    <w:rsid w:val="00724E71"/>
    <w:rsid w:val="00725996"/>
    <w:rsid w:val="0072599F"/>
    <w:rsid w:val="00726F70"/>
    <w:rsid w:val="00731692"/>
    <w:rsid w:val="0073270F"/>
    <w:rsid w:val="007327A9"/>
    <w:rsid w:val="00733171"/>
    <w:rsid w:val="00737223"/>
    <w:rsid w:val="007372B1"/>
    <w:rsid w:val="0074084D"/>
    <w:rsid w:val="00741839"/>
    <w:rsid w:val="00742352"/>
    <w:rsid w:val="0074310F"/>
    <w:rsid w:val="00744095"/>
    <w:rsid w:val="007454DB"/>
    <w:rsid w:val="00745989"/>
    <w:rsid w:val="00750276"/>
    <w:rsid w:val="0075209E"/>
    <w:rsid w:val="00752EC4"/>
    <w:rsid w:val="00753E39"/>
    <w:rsid w:val="007551B5"/>
    <w:rsid w:val="00755589"/>
    <w:rsid w:val="00761E18"/>
    <w:rsid w:val="00762637"/>
    <w:rsid w:val="0076478D"/>
    <w:rsid w:val="00765F11"/>
    <w:rsid w:val="007667D2"/>
    <w:rsid w:val="00766D53"/>
    <w:rsid w:val="00767C2D"/>
    <w:rsid w:val="0077073D"/>
    <w:rsid w:val="00774664"/>
    <w:rsid w:val="00774B27"/>
    <w:rsid w:val="00775846"/>
    <w:rsid w:val="00776030"/>
    <w:rsid w:val="0078565C"/>
    <w:rsid w:val="00787314"/>
    <w:rsid w:val="007912BB"/>
    <w:rsid w:val="007913AD"/>
    <w:rsid w:val="007941D5"/>
    <w:rsid w:val="0079486E"/>
    <w:rsid w:val="00794EDF"/>
    <w:rsid w:val="00795356"/>
    <w:rsid w:val="007A2479"/>
    <w:rsid w:val="007A5103"/>
    <w:rsid w:val="007A63EB"/>
    <w:rsid w:val="007A6A52"/>
    <w:rsid w:val="007A6E4C"/>
    <w:rsid w:val="007B489C"/>
    <w:rsid w:val="007B69CD"/>
    <w:rsid w:val="007B7783"/>
    <w:rsid w:val="007C327D"/>
    <w:rsid w:val="007C34C1"/>
    <w:rsid w:val="007D0051"/>
    <w:rsid w:val="007D316E"/>
    <w:rsid w:val="007D35AF"/>
    <w:rsid w:val="007D39BB"/>
    <w:rsid w:val="007D59D6"/>
    <w:rsid w:val="007D6D57"/>
    <w:rsid w:val="007D7FAF"/>
    <w:rsid w:val="007E0F98"/>
    <w:rsid w:val="007E3E4B"/>
    <w:rsid w:val="007E537B"/>
    <w:rsid w:val="007E5433"/>
    <w:rsid w:val="007E5C3D"/>
    <w:rsid w:val="007E723E"/>
    <w:rsid w:val="007E75A9"/>
    <w:rsid w:val="007F0CD1"/>
    <w:rsid w:val="007F2B5C"/>
    <w:rsid w:val="007F3691"/>
    <w:rsid w:val="008008BE"/>
    <w:rsid w:val="00804D80"/>
    <w:rsid w:val="00804E10"/>
    <w:rsid w:val="00804EFF"/>
    <w:rsid w:val="00805F27"/>
    <w:rsid w:val="00810310"/>
    <w:rsid w:val="00811D90"/>
    <w:rsid w:val="008143F2"/>
    <w:rsid w:val="00815099"/>
    <w:rsid w:val="0081546E"/>
    <w:rsid w:val="00815819"/>
    <w:rsid w:val="00815D59"/>
    <w:rsid w:val="00816CE4"/>
    <w:rsid w:val="00816EC0"/>
    <w:rsid w:val="00820087"/>
    <w:rsid w:val="00821AD2"/>
    <w:rsid w:val="008222B3"/>
    <w:rsid w:val="00822437"/>
    <w:rsid w:val="00823418"/>
    <w:rsid w:val="00823813"/>
    <w:rsid w:val="008246AF"/>
    <w:rsid w:val="008249EB"/>
    <w:rsid w:val="0082500F"/>
    <w:rsid w:val="00826C6E"/>
    <w:rsid w:val="008277EE"/>
    <w:rsid w:val="0083076B"/>
    <w:rsid w:val="00830EDD"/>
    <w:rsid w:val="00831430"/>
    <w:rsid w:val="0083550F"/>
    <w:rsid w:val="008359F0"/>
    <w:rsid w:val="008375C3"/>
    <w:rsid w:val="00841956"/>
    <w:rsid w:val="00843E87"/>
    <w:rsid w:val="00851762"/>
    <w:rsid w:val="008555FC"/>
    <w:rsid w:val="008561D7"/>
    <w:rsid w:val="00856D0E"/>
    <w:rsid w:val="00863B49"/>
    <w:rsid w:val="00863E35"/>
    <w:rsid w:val="00866702"/>
    <w:rsid w:val="008677AD"/>
    <w:rsid w:val="0087070D"/>
    <w:rsid w:val="00870AA2"/>
    <w:rsid w:val="00877930"/>
    <w:rsid w:val="00883AFD"/>
    <w:rsid w:val="008843D0"/>
    <w:rsid w:val="00884548"/>
    <w:rsid w:val="00884C63"/>
    <w:rsid w:val="00886DD2"/>
    <w:rsid w:val="00890245"/>
    <w:rsid w:val="008937CE"/>
    <w:rsid w:val="00894C5D"/>
    <w:rsid w:val="008A0A78"/>
    <w:rsid w:val="008A3DC9"/>
    <w:rsid w:val="008A47E9"/>
    <w:rsid w:val="008A659D"/>
    <w:rsid w:val="008A760D"/>
    <w:rsid w:val="008B1E19"/>
    <w:rsid w:val="008B2531"/>
    <w:rsid w:val="008B3B9D"/>
    <w:rsid w:val="008B4793"/>
    <w:rsid w:val="008C1532"/>
    <w:rsid w:val="008C1979"/>
    <w:rsid w:val="008C1A1C"/>
    <w:rsid w:val="008C277F"/>
    <w:rsid w:val="008C2C71"/>
    <w:rsid w:val="008C339F"/>
    <w:rsid w:val="008C5790"/>
    <w:rsid w:val="008C5CA0"/>
    <w:rsid w:val="008C65E8"/>
    <w:rsid w:val="008C7E60"/>
    <w:rsid w:val="008D203B"/>
    <w:rsid w:val="008D3EAE"/>
    <w:rsid w:val="008D7FF3"/>
    <w:rsid w:val="008E4B1D"/>
    <w:rsid w:val="008E4E8C"/>
    <w:rsid w:val="008F123A"/>
    <w:rsid w:val="008F2771"/>
    <w:rsid w:val="008F48C6"/>
    <w:rsid w:val="008F49E6"/>
    <w:rsid w:val="008F50C1"/>
    <w:rsid w:val="008F6AF0"/>
    <w:rsid w:val="008F6C1A"/>
    <w:rsid w:val="00902ADB"/>
    <w:rsid w:val="0090499B"/>
    <w:rsid w:val="0091034B"/>
    <w:rsid w:val="00912B2E"/>
    <w:rsid w:val="00912DC7"/>
    <w:rsid w:val="009136F9"/>
    <w:rsid w:val="00920543"/>
    <w:rsid w:val="00920AB1"/>
    <w:rsid w:val="00922130"/>
    <w:rsid w:val="00922DC6"/>
    <w:rsid w:val="00922EB1"/>
    <w:rsid w:val="009230EE"/>
    <w:rsid w:val="00924CC3"/>
    <w:rsid w:val="00924DC4"/>
    <w:rsid w:val="00925509"/>
    <w:rsid w:val="009301FE"/>
    <w:rsid w:val="00930404"/>
    <w:rsid w:val="00930455"/>
    <w:rsid w:val="009306F1"/>
    <w:rsid w:val="0093289A"/>
    <w:rsid w:val="00933859"/>
    <w:rsid w:val="009355AA"/>
    <w:rsid w:val="00935F66"/>
    <w:rsid w:val="00940581"/>
    <w:rsid w:val="009453B4"/>
    <w:rsid w:val="00946A31"/>
    <w:rsid w:val="00947B80"/>
    <w:rsid w:val="009516FC"/>
    <w:rsid w:val="00951932"/>
    <w:rsid w:val="00951E86"/>
    <w:rsid w:val="00952391"/>
    <w:rsid w:val="00954A1D"/>
    <w:rsid w:val="00955FED"/>
    <w:rsid w:val="00956C14"/>
    <w:rsid w:val="00961DEC"/>
    <w:rsid w:val="0096320D"/>
    <w:rsid w:val="00965135"/>
    <w:rsid w:val="0096708A"/>
    <w:rsid w:val="00967609"/>
    <w:rsid w:val="009732D9"/>
    <w:rsid w:val="00974221"/>
    <w:rsid w:val="00975251"/>
    <w:rsid w:val="00976D7A"/>
    <w:rsid w:val="009836DD"/>
    <w:rsid w:val="009845F2"/>
    <w:rsid w:val="00985712"/>
    <w:rsid w:val="00985F27"/>
    <w:rsid w:val="00987487"/>
    <w:rsid w:val="009908C3"/>
    <w:rsid w:val="00992B7F"/>
    <w:rsid w:val="00994121"/>
    <w:rsid w:val="00996D3C"/>
    <w:rsid w:val="009A270E"/>
    <w:rsid w:val="009A3A01"/>
    <w:rsid w:val="009A4349"/>
    <w:rsid w:val="009A4B88"/>
    <w:rsid w:val="009A6620"/>
    <w:rsid w:val="009A6A5E"/>
    <w:rsid w:val="009A781B"/>
    <w:rsid w:val="009B77B4"/>
    <w:rsid w:val="009C0C8E"/>
    <w:rsid w:val="009C538F"/>
    <w:rsid w:val="009C61B1"/>
    <w:rsid w:val="009D1161"/>
    <w:rsid w:val="009D193F"/>
    <w:rsid w:val="009D356A"/>
    <w:rsid w:val="009D4D6B"/>
    <w:rsid w:val="009D7EE4"/>
    <w:rsid w:val="009E2215"/>
    <w:rsid w:val="009E2963"/>
    <w:rsid w:val="009E3E02"/>
    <w:rsid w:val="009E4CC8"/>
    <w:rsid w:val="009E5CEC"/>
    <w:rsid w:val="009E6034"/>
    <w:rsid w:val="009E6E6C"/>
    <w:rsid w:val="009F2AA6"/>
    <w:rsid w:val="009F46DC"/>
    <w:rsid w:val="009F7383"/>
    <w:rsid w:val="00A01CC6"/>
    <w:rsid w:val="00A02458"/>
    <w:rsid w:val="00A04AC6"/>
    <w:rsid w:val="00A12A47"/>
    <w:rsid w:val="00A137B7"/>
    <w:rsid w:val="00A14F5F"/>
    <w:rsid w:val="00A16A20"/>
    <w:rsid w:val="00A16DEF"/>
    <w:rsid w:val="00A17CA9"/>
    <w:rsid w:val="00A22E0B"/>
    <w:rsid w:val="00A231E4"/>
    <w:rsid w:val="00A245A6"/>
    <w:rsid w:val="00A246F9"/>
    <w:rsid w:val="00A25BBE"/>
    <w:rsid w:val="00A33278"/>
    <w:rsid w:val="00A34718"/>
    <w:rsid w:val="00A4005C"/>
    <w:rsid w:val="00A4024D"/>
    <w:rsid w:val="00A42891"/>
    <w:rsid w:val="00A43358"/>
    <w:rsid w:val="00A43AC6"/>
    <w:rsid w:val="00A43D45"/>
    <w:rsid w:val="00A454F7"/>
    <w:rsid w:val="00A45D43"/>
    <w:rsid w:val="00A503EF"/>
    <w:rsid w:val="00A527C7"/>
    <w:rsid w:val="00A54A82"/>
    <w:rsid w:val="00A571E6"/>
    <w:rsid w:val="00A578C1"/>
    <w:rsid w:val="00A6282F"/>
    <w:rsid w:val="00A63281"/>
    <w:rsid w:val="00A65368"/>
    <w:rsid w:val="00A653C3"/>
    <w:rsid w:val="00A6585A"/>
    <w:rsid w:val="00A674B6"/>
    <w:rsid w:val="00A70C4B"/>
    <w:rsid w:val="00A7126A"/>
    <w:rsid w:val="00A71937"/>
    <w:rsid w:val="00A73CE0"/>
    <w:rsid w:val="00A74F91"/>
    <w:rsid w:val="00A80106"/>
    <w:rsid w:val="00A809F5"/>
    <w:rsid w:val="00A82193"/>
    <w:rsid w:val="00A82609"/>
    <w:rsid w:val="00A9378F"/>
    <w:rsid w:val="00A93C37"/>
    <w:rsid w:val="00A93DD3"/>
    <w:rsid w:val="00A94270"/>
    <w:rsid w:val="00A95DC9"/>
    <w:rsid w:val="00A96D07"/>
    <w:rsid w:val="00AA41AC"/>
    <w:rsid w:val="00AA4361"/>
    <w:rsid w:val="00AA538A"/>
    <w:rsid w:val="00AA7A72"/>
    <w:rsid w:val="00AB24DA"/>
    <w:rsid w:val="00AB2E11"/>
    <w:rsid w:val="00AB48F2"/>
    <w:rsid w:val="00AB6202"/>
    <w:rsid w:val="00AC149C"/>
    <w:rsid w:val="00AC324C"/>
    <w:rsid w:val="00AC428F"/>
    <w:rsid w:val="00AC53BD"/>
    <w:rsid w:val="00AC555C"/>
    <w:rsid w:val="00AC60FA"/>
    <w:rsid w:val="00AC63AB"/>
    <w:rsid w:val="00AC6FCA"/>
    <w:rsid w:val="00AD06CE"/>
    <w:rsid w:val="00AD0870"/>
    <w:rsid w:val="00AD0FA0"/>
    <w:rsid w:val="00AD1ADE"/>
    <w:rsid w:val="00AD2A52"/>
    <w:rsid w:val="00AD2DCA"/>
    <w:rsid w:val="00AE03BF"/>
    <w:rsid w:val="00AE215B"/>
    <w:rsid w:val="00AE3DE8"/>
    <w:rsid w:val="00AE7489"/>
    <w:rsid w:val="00AE7A8F"/>
    <w:rsid w:val="00AE7C37"/>
    <w:rsid w:val="00AE7C8D"/>
    <w:rsid w:val="00AF2708"/>
    <w:rsid w:val="00AF2F49"/>
    <w:rsid w:val="00AF5D10"/>
    <w:rsid w:val="00AF767D"/>
    <w:rsid w:val="00B006A9"/>
    <w:rsid w:val="00B00DA1"/>
    <w:rsid w:val="00B0201B"/>
    <w:rsid w:val="00B04A61"/>
    <w:rsid w:val="00B12DD3"/>
    <w:rsid w:val="00B15E12"/>
    <w:rsid w:val="00B1612F"/>
    <w:rsid w:val="00B22738"/>
    <w:rsid w:val="00B2301D"/>
    <w:rsid w:val="00B23538"/>
    <w:rsid w:val="00B23F7C"/>
    <w:rsid w:val="00B2575C"/>
    <w:rsid w:val="00B26F99"/>
    <w:rsid w:val="00B27047"/>
    <w:rsid w:val="00B3336A"/>
    <w:rsid w:val="00B344D8"/>
    <w:rsid w:val="00B34DB9"/>
    <w:rsid w:val="00B35B0A"/>
    <w:rsid w:val="00B372B0"/>
    <w:rsid w:val="00B4012A"/>
    <w:rsid w:val="00B50B3C"/>
    <w:rsid w:val="00B51E78"/>
    <w:rsid w:val="00B5298D"/>
    <w:rsid w:val="00B54FD9"/>
    <w:rsid w:val="00B56F01"/>
    <w:rsid w:val="00B61779"/>
    <w:rsid w:val="00B62AA4"/>
    <w:rsid w:val="00B631C9"/>
    <w:rsid w:val="00B63A6C"/>
    <w:rsid w:val="00B65001"/>
    <w:rsid w:val="00B65215"/>
    <w:rsid w:val="00B700F4"/>
    <w:rsid w:val="00B7022F"/>
    <w:rsid w:val="00B7040F"/>
    <w:rsid w:val="00B70978"/>
    <w:rsid w:val="00B70D59"/>
    <w:rsid w:val="00B72DAF"/>
    <w:rsid w:val="00B73D40"/>
    <w:rsid w:val="00B74A29"/>
    <w:rsid w:val="00B74CC1"/>
    <w:rsid w:val="00B80E03"/>
    <w:rsid w:val="00B8278C"/>
    <w:rsid w:val="00B82C54"/>
    <w:rsid w:val="00B845B3"/>
    <w:rsid w:val="00B84B52"/>
    <w:rsid w:val="00B903B9"/>
    <w:rsid w:val="00B92B4E"/>
    <w:rsid w:val="00B92F68"/>
    <w:rsid w:val="00B960EA"/>
    <w:rsid w:val="00BA1B03"/>
    <w:rsid w:val="00BA1ECA"/>
    <w:rsid w:val="00BA26E9"/>
    <w:rsid w:val="00BA2CF7"/>
    <w:rsid w:val="00BA3097"/>
    <w:rsid w:val="00BA4C0A"/>
    <w:rsid w:val="00BA5560"/>
    <w:rsid w:val="00BA6A02"/>
    <w:rsid w:val="00BA7571"/>
    <w:rsid w:val="00BA7BAD"/>
    <w:rsid w:val="00BB1464"/>
    <w:rsid w:val="00BB1ED8"/>
    <w:rsid w:val="00BB289B"/>
    <w:rsid w:val="00BB389E"/>
    <w:rsid w:val="00BC57C0"/>
    <w:rsid w:val="00BC60B4"/>
    <w:rsid w:val="00BC67F6"/>
    <w:rsid w:val="00BD08B6"/>
    <w:rsid w:val="00BD141C"/>
    <w:rsid w:val="00BD2F1E"/>
    <w:rsid w:val="00BD2F69"/>
    <w:rsid w:val="00BD3CDC"/>
    <w:rsid w:val="00BD4048"/>
    <w:rsid w:val="00BD5B80"/>
    <w:rsid w:val="00BD60A8"/>
    <w:rsid w:val="00BD6BCD"/>
    <w:rsid w:val="00BD7DF5"/>
    <w:rsid w:val="00BE30D4"/>
    <w:rsid w:val="00BE3D28"/>
    <w:rsid w:val="00BE3E5D"/>
    <w:rsid w:val="00BE4DEB"/>
    <w:rsid w:val="00BF192C"/>
    <w:rsid w:val="00BF1DFC"/>
    <w:rsid w:val="00BF2AEA"/>
    <w:rsid w:val="00BF3ECD"/>
    <w:rsid w:val="00BF4131"/>
    <w:rsid w:val="00BF41C2"/>
    <w:rsid w:val="00BF58B5"/>
    <w:rsid w:val="00C00111"/>
    <w:rsid w:val="00C0085B"/>
    <w:rsid w:val="00C021C8"/>
    <w:rsid w:val="00C033CE"/>
    <w:rsid w:val="00C0379B"/>
    <w:rsid w:val="00C05A37"/>
    <w:rsid w:val="00C07E5B"/>
    <w:rsid w:val="00C1353E"/>
    <w:rsid w:val="00C1417E"/>
    <w:rsid w:val="00C16FE6"/>
    <w:rsid w:val="00C25CFB"/>
    <w:rsid w:val="00C25D08"/>
    <w:rsid w:val="00C26994"/>
    <w:rsid w:val="00C2731F"/>
    <w:rsid w:val="00C30C98"/>
    <w:rsid w:val="00C33B1E"/>
    <w:rsid w:val="00C341D9"/>
    <w:rsid w:val="00C346E9"/>
    <w:rsid w:val="00C34C8C"/>
    <w:rsid w:val="00C36722"/>
    <w:rsid w:val="00C40812"/>
    <w:rsid w:val="00C40834"/>
    <w:rsid w:val="00C42CB4"/>
    <w:rsid w:val="00C450ED"/>
    <w:rsid w:val="00C457E6"/>
    <w:rsid w:val="00C46262"/>
    <w:rsid w:val="00C46937"/>
    <w:rsid w:val="00C50CEB"/>
    <w:rsid w:val="00C51028"/>
    <w:rsid w:val="00C52EEF"/>
    <w:rsid w:val="00C53192"/>
    <w:rsid w:val="00C53BCC"/>
    <w:rsid w:val="00C54797"/>
    <w:rsid w:val="00C54AE8"/>
    <w:rsid w:val="00C562EE"/>
    <w:rsid w:val="00C57078"/>
    <w:rsid w:val="00C61FFF"/>
    <w:rsid w:val="00C6537E"/>
    <w:rsid w:val="00C65432"/>
    <w:rsid w:val="00C6715F"/>
    <w:rsid w:val="00C67F32"/>
    <w:rsid w:val="00C71AF7"/>
    <w:rsid w:val="00C75472"/>
    <w:rsid w:val="00C768A4"/>
    <w:rsid w:val="00C768CD"/>
    <w:rsid w:val="00C775EB"/>
    <w:rsid w:val="00C779D4"/>
    <w:rsid w:val="00C806C3"/>
    <w:rsid w:val="00C83861"/>
    <w:rsid w:val="00C8416F"/>
    <w:rsid w:val="00C91FC9"/>
    <w:rsid w:val="00C95854"/>
    <w:rsid w:val="00C95B16"/>
    <w:rsid w:val="00C95C6C"/>
    <w:rsid w:val="00C95EEF"/>
    <w:rsid w:val="00C966DE"/>
    <w:rsid w:val="00CA0272"/>
    <w:rsid w:val="00CA1429"/>
    <w:rsid w:val="00CA1AC6"/>
    <w:rsid w:val="00CA24A4"/>
    <w:rsid w:val="00CA5D80"/>
    <w:rsid w:val="00CA7DC8"/>
    <w:rsid w:val="00CB168F"/>
    <w:rsid w:val="00CB381E"/>
    <w:rsid w:val="00CB3AEA"/>
    <w:rsid w:val="00CC2A65"/>
    <w:rsid w:val="00CC30E3"/>
    <w:rsid w:val="00CC3529"/>
    <w:rsid w:val="00CC38BF"/>
    <w:rsid w:val="00CC76BA"/>
    <w:rsid w:val="00CC78BA"/>
    <w:rsid w:val="00CD1F68"/>
    <w:rsid w:val="00CD2359"/>
    <w:rsid w:val="00CD523C"/>
    <w:rsid w:val="00CD5303"/>
    <w:rsid w:val="00CD5F8E"/>
    <w:rsid w:val="00CE0410"/>
    <w:rsid w:val="00CE4236"/>
    <w:rsid w:val="00CE43AC"/>
    <w:rsid w:val="00CE43EF"/>
    <w:rsid w:val="00CE549A"/>
    <w:rsid w:val="00CF01A2"/>
    <w:rsid w:val="00CF01F3"/>
    <w:rsid w:val="00CF306E"/>
    <w:rsid w:val="00CF37D1"/>
    <w:rsid w:val="00CF496F"/>
    <w:rsid w:val="00CF58DD"/>
    <w:rsid w:val="00CF58F3"/>
    <w:rsid w:val="00D005E9"/>
    <w:rsid w:val="00D01B55"/>
    <w:rsid w:val="00D02DCF"/>
    <w:rsid w:val="00D03449"/>
    <w:rsid w:val="00D03CE4"/>
    <w:rsid w:val="00D03EAB"/>
    <w:rsid w:val="00D0480D"/>
    <w:rsid w:val="00D04D47"/>
    <w:rsid w:val="00D10FCE"/>
    <w:rsid w:val="00D11DB4"/>
    <w:rsid w:val="00D15E7B"/>
    <w:rsid w:val="00D17BEF"/>
    <w:rsid w:val="00D20A7C"/>
    <w:rsid w:val="00D22D41"/>
    <w:rsid w:val="00D252BD"/>
    <w:rsid w:val="00D26FC5"/>
    <w:rsid w:val="00D27AD4"/>
    <w:rsid w:val="00D310BE"/>
    <w:rsid w:val="00D32FEA"/>
    <w:rsid w:val="00D367AB"/>
    <w:rsid w:val="00D3774A"/>
    <w:rsid w:val="00D37CAE"/>
    <w:rsid w:val="00D40784"/>
    <w:rsid w:val="00D4358B"/>
    <w:rsid w:val="00D43BB3"/>
    <w:rsid w:val="00D46B12"/>
    <w:rsid w:val="00D47385"/>
    <w:rsid w:val="00D5042E"/>
    <w:rsid w:val="00D517DB"/>
    <w:rsid w:val="00D531C0"/>
    <w:rsid w:val="00D55FA9"/>
    <w:rsid w:val="00D613AC"/>
    <w:rsid w:val="00D626AE"/>
    <w:rsid w:val="00D62AB0"/>
    <w:rsid w:val="00D651D3"/>
    <w:rsid w:val="00D6536C"/>
    <w:rsid w:val="00D658DB"/>
    <w:rsid w:val="00D65C27"/>
    <w:rsid w:val="00D67B2D"/>
    <w:rsid w:val="00D7006C"/>
    <w:rsid w:val="00D708DA"/>
    <w:rsid w:val="00D70B9C"/>
    <w:rsid w:val="00D71BEA"/>
    <w:rsid w:val="00D742D7"/>
    <w:rsid w:val="00D74BED"/>
    <w:rsid w:val="00D801E4"/>
    <w:rsid w:val="00D80AE9"/>
    <w:rsid w:val="00D8194C"/>
    <w:rsid w:val="00D86BF9"/>
    <w:rsid w:val="00D876A3"/>
    <w:rsid w:val="00D877B5"/>
    <w:rsid w:val="00D87AB2"/>
    <w:rsid w:val="00D945E5"/>
    <w:rsid w:val="00D9635B"/>
    <w:rsid w:val="00DA25C0"/>
    <w:rsid w:val="00DA2702"/>
    <w:rsid w:val="00DA39EA"/>
    <w:rsid w:val="00DA5460"/>
    <w:rsid w:val="00DA7C62"/>
    <w:rsid w:val="00DA7D43"/>
    <w:rsid w:val="00DB087E"/>
    <w:rsid w:val="00DB44E4"/>
    <w:rsid w:val="00DB58DF"/>
    <w:rsid w:val="00DB743C"/>
    <w:rsid w:val="00DC0BD0"/>
    <w:rsid w:val="00DC1B98"/>
    <w:rsid w:val="00DC220C"/>
    <w:rsid w:val="00DC229C"/>
    <w:rsid w:val="00DC41AA"/>
    <w:rsid w:val="00DC5D52"/>
    <w:rsid w:val="00DC683C"/>
    <w:rsid w:val="00DC7522"/>
    <w:rsid w:val="00DC7A28"/>
    <w:rsid w:val="00DC7D53"/>
    <w:rsid w:val="00DD1DAC"/>
    <w:rsid w:val="00DD212E"/>
    <w:rsid w:val="00DD54FF"/>
    <w:rsid w:val="00DD56CD"/>
    <w:rsid w:val="00DD65ED"/>
    <w:rsid w:val="00DD68ED"/>
    <w:rsid w:val="00DE02AB"/>
    <w:rsid w:val="00DE1C55"/>
    <w:rsid w:val="00DE1F9A"/>
    <w:rsid w:val="00DE21A8"/>
    <w:rsid w:val="00DE262C"/>
    <w:rsid w:val="00DE5303"/>
    <w:rsid w:val="00DE5CCE"/>
    <w:rsid w:val="00DE71BB"/>
    <w:rsid w:val="00DF261E"/>
    <w:rsid w:val="00DF2A4E"/>
    <w:rsid w:val="00DF3B36"/>
    <w:rsid w:val="00E01CFA"/>
    <w:rsid w:val="00E03B7B"/>
    <w:rsid w:val="00E122C8"/>
    <w:rsid w:val="00E1496B"/>
    <w:rsid w:val="00E2077F"/>
    <w:rsid w:val="00E20A38"/>
    <w:rsid w:val="00E238B7"/>
    <w:rsid w:val="00E24254"/>
    <w:rsid w:val="00E242C1"/>
    <w:rsid w:val="00E2638B"/>
    <w:rsid w:val="00E266FC"/>
    <w:rsid w:val="00E27638"/>
    <w:rsid w:val="00E30BC8"/>
    <w:rsid w:val="00E3282A"/>
    <w:rsid w:val="00E345E1"/>
    <w:rsid w:val="00E3480A"/>
    <w:rsid w:val="00E37B54"/>
    <w:rsid w:val="00E37BA1"/>
    <w:rsid w:val="00E40C99"/>
    <w:rsid w:val="00E40FA4"/>
    <w:rsid w:val="00E413E8"/>
    <w:rsid w:val="00E419CC"/>
    <w:rsid w:val="00E41E12"/>
    <w:rsid w:val="00E42106"/>
    <w:rsid w:val="00E42BA0"/>
    <w:rsid w:val="00E445DC"/>
    <w:rsid w:val="00E45F9B"/>
    <w:rsid w:val="00E51CEE"/>
    <w:rsid w:val="00E55940"/>
    <w:rsid w:val="00E6137F"/>
    <w:rsid w:val="00E613A1"/>
    <w:rsid w:val="00E62900"/>
    <w:rsid w:val="00E648D3"/>
    <w:rsid w:val="00E64E71"/>
    <w:rsid w:val="00E654D0"/>
    <w:rsid w:val="00E6566C"/>
    <w:rsid w:val="00E66513"/>
    <w:rsid w:val="00E66899"/>
    <w:rsid w:val="00E66BA4"/>
    <w:rsid w:val="00E6783D"/>
    <w:rsid w:val="00E700FB"/>
    <w:rsid w:val="00E72C76"/>
    <w:rsid w:val="00E73BB0"/>
    <w:rsid w:val="00E81C57"/>
    <w:rsid w:val="00E83A75"/>
    <w:rsid w:val="00E85460"/>
    <w:rsid w:val="00E87527"/>
    <w:rsid w:val="00E90B61"/>
    <w:rsid w:val="00E91BE6"/>
    <w:rsid w:val="00E92198"/>
    <w:rsid w:val="00E92FB2"/>
    <w:rsid w:val="00E93D74"/>
    <w:rsid w:val="00E9537F"/>
    <w:rsid w:val="00E95B2D"/>
    <w:rsid w:val="00E9623B"/>
    <w:rsid w:val="00E97B41"/>
    <w:rsid w:val="00EA088C"/>
    <w:rsid w:val="00EA0B8C"/>
    <w:rsid w:val="00EB3ABA"/>
    <w:rsid w:val="00EB41F9"/>
    <w:rsid w:val="00EB63D1"/>
    <w:rsid w:val="00EB775A"/>
    <w:rsid w:val="00EC34B8"/>
    <w:rsid w:val="00EC5586"/>
    <w:rsid w:val="00EC6F88"/>
    <w:rsid w:val="00EC72CA"/>
    <w:rsid w:val="00ED021E"/>
    <w:rsid w:val="00ED27CD"/>
    <w:rsid w:val="00ED33F5"/>
    <w:rsid w:val="00ED3B38"/>
    <w:rsid w:val="00ED4610"/>
    <w:rsid w:val="00ED5D40"/>
    <w:rsid w:val="00ED6328"/>
    <w:rsid w:val="00ED6AB3"/>
    <w:rsid w:val="00ED6D38"/>
    <w:rsid w:val="00ED7FE1"/>
    <w:rsid w:val="00EE08BA"/>
    <w:rsid w:val="00EE0F4F"/>
    <w:rsid w:val="00EE0FD5"/>
    <w:rsid w:val="00EE3248"/>
    <w:rsid w:val="00EE3AB8"/>
    <w:rsid w:val="00EF220A"/>
    <w:rsid w:val="00EF3412"/>
    <w:rsid w:val="00F0030D"/>
    <w:rsid w:val="00F0217D"/>
    <w:rsid w:val="00F0445C"/>
    <w:rsid w:val="00F0658D"/>
    <w:rsid w:val="00F12660"/>
    <w:rsid w:val="00F129B3"/>
    <w:rsid w:val="00F156AE"/>
    <w:rsid w:val="00F1627B"/>
    <w:rsid w:val="00F16EF3"/>
    <w:rsid w:val="00F20420"/>
    <w:rsid w:val="00F21A84"/>
    <w:rsid w:val="00F25275"/>
    <w:rsid w:val="00F3525F"/>
    <w:rsid w:val="00F37083"/>
    <w:rsid w:val="00F37E75"/>
    <w:rsid w:val="00F4311E"/>
    <w:rsid w:val="00F432D1"/>
    <w:rsid w:val="00F4347F"/>
    <w:rsid w:val="00F44D8A"/>
    <w:rsid w:val="00F451FD"/>
    <w:rsid w:val="00F460AB"/>
    <w:rsid w:val="00F46D0C"/>
    <w:rsid w:val="00F47FC2"/>
    <w:rsid w:val="00F51E4C"/>
    <w:rsid w:val="00F52A97"/>
    <w:rsid w:val="00F553CD"/>
    <w:rsid w:val="00F56BEA"/>
    <w:rsid w:val="00F57A9A"/>
    <w:rsid w:val="00F60BDC"/>
    <w:rsid w:val="00F619BA"/>
    <w:rsid w:val="00F61C05"/>
    <w:rsid w:val="00F633B3"/>
    <w:rsid w:val="00F64893"/>
    <w:rsid w:val="00F64EA3"/>
    <w:rsid w:val="00F658DB"/>
    <w:rsid w:val="00F67102"/>
    <w:rsid w:val="00F700FF"/>
    <w:rsid w:val="00F70ECB"/>
    <w:rsid w:val="00F71D29"/>
    <w:rsid w:val="00F7578C"/>
    <w:rsid w:val="00F76708"/>
    <w:rsid w:val="00F778B9"/>
    <w:rsid w:val="00F77E06"/>
    <w:rsid w:val="00F83114"/>
    <w:rsid w:val="00F83B69"/>
    <w:rsid w:val="00F84A45"/>
    <w:rsid w:val="00F851B9"/>
    <w:rsid w:val="00F85DC5"/>
    <w:rsid w:val="00F87A08"/>
    <w:rsid w:val="00F9641B"/>
    <w:rsid w:val="00FA00D3"/>
    <w:rsid w:val="00FA2F29"/>
    <w:rsid w:val="00FA421E"/>
    <w:rsid w:val="00FA468B"/>
    <w:rsid w:val="00FA5366"/>
    <w:rsid w:val="00FA5B1B"/>
    <w:rsid w:val="00FA6F25"/>
    <w:rsid w:val="00FB153C"/>
    <w:rsid w:val="00FB1ADE"/>
    <w:rsid w:val="00FB28F9"/>
    <w:rsid w:val="00FB3C14"/>
    <w:rsid w:val="00FB77C6"/>
    <w:rsid w:val="00FB7B92"/>
    <w:rsid w:val="00FC0832"/>
    <w:rsid w:val="00FC29DB"/>
    <w:rsid w:val="00FC4186"/>
    <w:rsid w:val="00FC50EC"/>
    <w:rsid w:val="00FC57F3"/>
    <w:rsid w:val="00FC7E9F"/>
    <w:rsid w:val="00FD19A2"/>
    <w:rsid w:val="00FD2DCA"/>
    <w:rsid w:val="00FD7A1C"/>
    <w:rsid w:val="00FD7B51"/>
    <w:rsid w:val="00FE23AA"/>
    <w:rsid w:val="00FE3000"/>
    <w:rsid w:val="00FE39B8"/>
    <w:rsid w:val="00FE3EB6"/>
    <w:rsid w:val="00FE485F"/>
    <w:rsid w:val="00FE6C68"/>
    <w:rsid w:val="00FE6DEE"/>
    <w:rsid w:val="00FF07E5"/>
    <w:rsid w:val="00FF08D0"/>
    <w:rsid w:val="00FF15FC"/>
    <w:rsid w:val="00FF5FB7"/>
    <w:rsid w:val="00FF69BE"/>
    <w:rsid w:val="0253EC6E"/>
    <w:rsid w:val="35A8C820"/>
    <w:rsid w:val="5186483A"/>
    <w:rsid w:val="5208C121"/>
    <w:rsid w:val="6333D10D"/>
    <w:rsid w:val="6B5CE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1B33CAD"/>
  <w15:docId w15:val="{A5970400-6DD8-45AB-B7ED-B3A8934A9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D44B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3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E7C37"/>
    <w:pPr>
      <w:ind w:left="720"/>
      <w:contextualSpacing/>
    </w:pPr>
    <w:rPr>
      <w:rFonts w:eastAsia="Calibri"/>
    </w:rPr>
  </w:style>
  <w:style w:type="table" w:customStyle="1" w:styleId="Grigliatabella1">
    <w:name w:val="Griglia tabella1"/>
    <w:basedOn w:val="Tabellanormale"/>
    <w:next w:val="Grigliatabella"/>
    <w:uiPriority w:val="59"/>
    <w:rsid w:val="00427C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24A4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oggetto">
    <w:name w:val="oggetto"/>
    <w:basedOn w:val="Normale"/>
    <w:rsid w:val="00162A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grassetto">
    <w:name w:val="Strong"/>
    <w:qFormat/>
    <w:rsid w:val="00162A1B"/>
    <w:rPr>
      <w:b/>
      <w:bCs/>
    </w:rPr>
  </w:style>
  <w:style w:type="character" w:styleId="Enfasicorsivo">
    <w:name w:val="Emphasis"/>
    <w:qFormat/>
    <w:rsid w:val="00162A1B"/>
    <w:rPr>
      <w:i/>
      <w:iCs/>
    </w:rPr>
  </w:style>
  <w:style w:type="paragraph" w:styleId="Rientrocorpodeltesto3">
    <w:name w:val="Body Text Indent 3"/>
    <w:basedOn w:val="Normale"/>
    <w:link w:val="Rientrocorpodeltesto3Carattere"/>
    <w:rsid w:val="00BA556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BA5560"/>
    <w:rPr>
      <w:rFonts w:ascii="Calibri" w:hAnsi="Calibri"/>
      <w:sz w:val="16"/>
      <w:szCs w:val="16"/>
      <w:lang w:eastAsia="en-US"/>
    </w:rPr>
  </w:style>
  <w:style w:type="character" w:customStyle="1" w:styleId="PidipaginaCarattere">
    <w:name w:val="Piè di pagina Carattere"/>
    <w:link w:val="Pidipagina"/>
    <w:uiPriority w:val="99"/>
    <w:locked/>
    <w:rsid w:val="0063515F"/>
    <w:rPr>
      <w:rFonts w:ascii="Calibri" w:hAnsi="Calibri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0159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semiHidden/>
    <w:unhideWhenUsed/>
    <w:rsid w:val="00886DD2"/>
    <w:rPr>
      <w:color w:val="800080" w:themeColor="followedHyperlink"/>
      <w:u w:val="single"/>
    </w:rPr>
  </w:style>
  <w:style w:type="paragraph" w:customStyle="1" w:styleId="paragraph">
    <w:name w:val="paragraph"/>
    <w:basedOn w:val="Normale"/>
    <w:rsid w:val="00E413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E413E8"/>
  </w:style>
  <w:style w:type="character" w:customStyle="1" w:styleId="contextualspellingandgrammarerror">
    <w:name w:val="contextualspellingandgrammarerror"/>
    <w:basedOn w:val="Carpredefinitoparagrafo"/>
    <w:rsid w:val="00E413E8"/>
  </w:style>
  <w:style w:type="character" w:customStyle="1" w:styleId="eop">
    <w:name w:val="eop"/>
    <w:basedOn w:val="Carpredefinitoparagrafo"/>
    <w:rsid w:val="00E413E8"/>
  </w:style>
  <w:style w:type="character" w:styleId="Menzionenonrisolta">
    <w:name w:val="Unresolved Mention"/>
    <w:basedOn w:val="Carpredefinitoparagrafo"/>
    <w:uiPriority w:val="99"/>
    <w:semiHidden/>
    <w:unhideWhenUsed/>
    <w:rsid w:val="009A6A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141778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7102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3807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0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62033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746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23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75160">
          <w:marLeft w:val="14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44206">
          <w:marLeft w:val="14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811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6173">
          <w:marLeft w:val="14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09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4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282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296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273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5781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1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529338">
          <w:marLeft w:val="72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0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970833">
          <w:marLeft w:val="72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85664">
          <w:marLeft w:val="72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0727">
          <w:marLeft w:val="72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6976">
          <w:marLeft w:val="72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05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0749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181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494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06635">
          <w:marLeft w:val="144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7897">
          <w:marLeft w:val="144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116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56580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8560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7254">
          <w:marLeft w:val="144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339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3497">
          <w:marLeft w:val="144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739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3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169216">
          <w:marLeft w:val="72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27367">
          <w:marLeft w:val="33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44000">
          <w:marLeft w:val="33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39288">
          <w:marLeft w:val="72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372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5347">
          <w:marLeft w:val="14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04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09371">
          <w:marLeft w:val="14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6381">
          <w:marLeft w:val="14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8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CARLO\Dati%20applicazioni\Microsoft\Modelli\CARTA%20INTESTATA_16012015_seg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5C648007C956940803B43AFD2F0A4C5" ma:contentTypeVersion="6" ma:contentTypeDescription="Creare un nuovo documento." ma:contentTypeScope="" ma:versionID="3f139af5b133509b97f44c746674e35a">
  <xsd:schema xmlns:xsd="http://www.w3.org/2001/XMLSchema" xmlns:xs="http://www.w3.org/2001/XMLSchema" xmlns:p="http://schemas.microsoft.com/office/2006/metadata/properties" xmlns:ns2="2e870956-cc48-4942-b387-4afb18aec7f5" xmlns:ns3="fc1d4d4b-ab4c-4aa5-bc90-83d5fc3f3a59" targetNamespace="http://schemas.microsoft.com/office/2006/metadata/properties" ma:root="true" ma:fieldsID="122ba0be123d9ddd9c73b4acd0787167" ns2:_="" ns3:_="">
    <xsd:import namespace="2e870956-cc48-4942-b387-4afb18aec7f5"/>
    <xsd:import namespace="fc1d4d4b-ab4c-4aa5-bc90-83d5fc3f3a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70956-cc48-4942-b387-4afb18aec7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d4d4b-ab4c-4aa5-bc90-83d5fc3f3a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2D9C0E-6179-4C7F-A3AD-9219A5A7F4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410433-C4DF-4293-88F9-D46722D80E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ECAD3D-39F8-45FD-8858-2D73B6D89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870956-cc48-4942-b387-4afb18aec7f5"/>
    <ds:schemaRef ds:uri="fc1d4d4b-ab4c-4aa5-bc90-83d5fc3f3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DDA2DB-2294-406B-A44C-FD4BF5951E4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INTESTATA_16012015_segr</Template>
  <TotalTime>9</TotalTime>
  <Pages>3</Pages>
  <Words>635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5289</CharactersWithSpaces>
  <SharedDoc>false</SharedDoc>
  <HLinks>
    <vt:vector size="66" baseType="variant">
      <vt:variant>
        <vt:i4>6160489</vt:i4>
      </vt:variant>
      <vt:variant>
        <vt:i4>18</vt:i4>
      </vt:variant>
      <vt:variant>
        <vt:i4>0</vt:i4>
      </vt:variant>
      <vt:variant>
        <vt:i4>5</vt:i4>
      </vt:variant>
      <vt:variant>
        <vt:lpwstr>mailto:edfisicamarche@istruzione.it</vt:lpwstr>
      </vt:variant>
      <vt:variant>
        <vt:lpwstr/>
      </vt:variant>
      <vt:variant>
        <vt:i4>2818122</vt:i4>
      </vt:variant>
      <vt:variant>
        <vt:i4>15</vt:i4>
      </vt:variant>
      <vt:variant>
        <vt:i4>0</vt:i4>
      </vt:variant>
      <vt:variant>
        <vt:i4>5</vt:i4>
      </vt:variant>
      <vt:variant>
        <vt:lpwstr>mailto:direzione-marche@istruzione.it</vt:lpwstr>
      </vt:variant>
      <vt:variant>
        <vt:lpwstr/>
      </vt:variant>
      <vt:variant>
        <vt:i4>8060930</vt:i4>
      </vt:variant>
      <vt:variant>
        <vt:i4>12</vt:i4>
      </vt:variant>
      <vt:variant>
        <vt:i4>0</vt:i4>
      </vt:variant>
      <vt:variant>
        <vt:i4>5</vt:i4>
      </vt:variant>
      <vt:variant>
        <vt:lpwstr>mailto:giuseppe.manelli@istruzione.it</vt:lpwstr>
      </vt:variant>
      <vt:variant>
        <vt:lpwstr/>
      </vt:variant>
      <vt:variant>
        <vt:i4>5505121</vt:i4>
      </vt:variant>
      <vt:variant>
        <vt:i4>9</vt:i4>
      </vt:variant>
      <vt:variant>
        <vt:i4>0</vt:i4>
      </vt:variant>
      <vt:variant>
        <vt:i4>5</vt:i4>
      </vt:variant>
      <vt:variant>
        <vt:lpwstr>mailto:rita.scocchera1@istruzione.it</vt:lpwstr>
      </vt:variant>
      <vt:variant>
        <vt:lpwstr/>
      </vt:variant>
      <vt:variant>
        <vt:i4>6815744</vt:i4>
      </vt:variant>
      <vt:variant>
        <vt:i4>6</vt:i4>
      </vt:variant>
      <vt:variant>
        <vt:i4>0</vt:i4>
      </vt:variant>
      <vt:variant>
        <vt:i4>5</vt:i4>
      </vt:variant>
      <vt:variant>
        <vt:lpwstr>mailto:edfisicamarche.pu@istruzione.it</vt:lpwstr>
      </vt:variant>
      <vt:variant>
        <vt:lpwstr/>
      </vt:variant>
      <vt:variant>
        <vt:i4>8257565</vt:i4>
      </vt:variant>
      <vt:variant>
        <vt:i4>3</vt:i4>
      </vt:variant>
      <vt:variant>
        <vt:i4>0</vt:i4>
      </vt:variant>
      <vt:variant>
        <vt:i4>5</vt:i4>
      </vt:variant>
      <vt:variant>
        <vt:lpwstr>mailto:edfisicamarche.mc@istruzione.it</vt:lpwstr>
      </vt:variant>
      <vt:variant>
        <vt:lpwstr/>
      </vt:variant>
      <vt:variant>
        <vt:i4>7536657</vt:i4>
      </vt:variant>
      <vt:variant>
        <vt:i4>0</vt:i4>
      </vt:variant>
      <vt:variant>
        <vt:i4>0</vt:i4>
      </vt:variant>
      <vt:variant>
        <vt:i4>5</vt:i4>
      </vt:variant>
      <vt:variant>
        <vt:lpwstr>mailto:edfisicamarche.an@istruzione.it</vt:lpwstr>
      </vt:variant>
      <vt:variant>
        <vt:lpwstr/>
      </vt:variant>
      <vt:variant>
        <vt:i4>4521986</vt:i4>
      </vt:variant>
      <vt:variant>
        <vt:i4>9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6619195</vt:i4>
      </vt:variant>
      <vt:variant>
        <vt:i4>6</vt:i4>
      </vt:variant>
      <vt:variant>
        <vt:i4>0</vt:i4>
      </vt:variant>
      <vt:variant>
        <vt:i4>5</vt:i4>
      </vt:variant>
      <vt:variant>
        <vt:lpwstr>D:\Users\mim2671\AppData\Local\direzione-marche@istruzione.it</vt:lpwstr>
      </vt:variant>
      <vt:variant>
        <vt:lpwstr/>
      </vt:variant>
      <vt:variant>
        <vt:i4>5832730</vt:i4>
      </vt:variant>
      <vt:variant>
        <vt:i4>3</vt:i4>
      </vt:variant>
      <vt:variant>
        <vt:i4>0</vt:i4>
      </vt:variant>
      <vt:variant>
        <vt:i4>5</vt:i4>
      </vt:variant>
      <vt:variant>
        <vt:lpwstr>D:\Users\mim2671\AppData\Local\drma@postacert.istruzione.it</vt:lpwstr>
      </vt:variant>
      <vt:variant>
        <vt:lpwstr/>
      </vt:variant>
      <vt:variant>
        <vt:i4>6094967</vt:i4>
      </vt:variant>
      <vt:variant>
        <vt:i4>0</vt:i4>
      </vt:variant>
      <vt:variant>
        <vt:i4>0</vt:i4>
      </vt:variant>
      <vt:variant>
        <vt:i4>5</vt:i4>
      </vt:variant>
      <vt:variant>
        <vt:lpwstr>mailto:edifisicamarche@istruzione.it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MARIANI</dc:creator>
  <cp:keywords/>
  <cp:lastModifiedBy>Marco Petrini</cp:lastModifiedBy>
  <cp:revision>14</cp:revision>
  <cp:lastPrinted>2020-01-15T03:33:00Z</cp:lastPrinted>
  <dcterms:created xsi:type="dcterms:W3CDTF">2021-08-24T13:38:00Z</dcterms:created>
  <dcterms:modified xsi:type="dcterms:W3CDTF">2021-08-25T11:33:00Z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0x010100A5C648007C956940803B43AFD2F0A4C5</vt:lpwstr>
  </property>
</Properties>
</file>